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1AA" w:rsidRDefault="000F10A7" w:rsidP="00364CD5">
      <w:pPr>
        <w:spacing w:line="288" w:lineRule="auto"/>
        <w:jc w:val="center"/>
        <w:rPr>
          <w:b/>
          <w:bCs/>
          <w:sz w:val="28"/>
          <w:szCs w:val="28"/>
          <w:u w:val="single"/>
          <w:rtl/>
          <w:lang w:eastAsia="en-US"/>
        </w:rPr>
      </w:pPr>
      <w:r>
        <w:rPr>
          <w:rFonts w:hint="cs"/>
          <w:b/>
          <w:bCs/>
          <w:sz w:val="28"/>
          <w:szCs w:val="28"/>
          <w:u w:val="single"/>
          <w:rtl/>
          <w:lang w:eastAsia="en-US"/>
        </w:rPr>
        <w:t xml:space="preserve">הנחיות למילוי טופס </w:t>
      </w:r>
      <w:r w:rsidR="004B4801">
        <w:rPr>
          <w:rFonts w:hint="cs"/>
          <w:b/>
          <w:bCs/>
          <w:sz w:val="28"/>
          <w:szCs w:val="28"/>
          <w:u w:val="single"/>
          <w:rtl/>
          <w:lang w:eastAsia="en-US"/>
        </w:rPr>
        <w:t xml:space="preserve">דיווח על </w:t>
      </w:r>
      <w:r w:rsidR="00364CD5">
        <w:rPr>
          <w:rFonts w:hint="cs"/>
          <w:b/>
          <w:bCs/>
          <w:sz w:val="28"/>
          <w:szCs w:val="28"/>
          <w:u w:val="single"/>
          <w:rtl/>
          <w:lang w:eastAsia="en-US"/>
        </w:rPr>
        <w:t>מתן</w:t>
      </w:r>
      <w:r>
        <w:rPr>
          <w:rFonts w:hint="cs"/>
          <w:b/>
          <w:bCs/>
          <w:sz w:val="28"/>
          <w:szCs w:val="28"/>
          <w:u w:val="single"/>
          <w:rtl/>
          <w:lang w:eastAsia="en-US"/>
        </w:rPr>
        <w:t xml:space="preserve"> תרומה</w:t>
      </w:r>
    </w:p>
    <w:p w:rsidR="00BB69E6" w:rsidRDefault="00BB69E6" w:rsidP="00031706">
      <w:pPr>
        <w:spacing w:line="288" w:lineRule="auto"/>
        <w:rPr>
          <w:b/>
          <w:bCs/>
          <w:u w:val="single"/>
          <w:rtl/>
          <w:lang w:eastAsia="en-US"/>
        </w:rPr>
      </w:pPr>
      <w:r>
        <w:rPr>
          <w:rFonts w:hint="cs"/>
          <w:b/>
          <w:bCs/>
          <w:u w:val="single"/>
          <w:rtl/>
          <w:lang w:eastAsia="en-US"/>
        </w:rPr>
        <w:t>כללי</w:t>
      </w:r>
    </w:p>
    <w:p w:rsidR="00BB69E6" w:rsidRPr="00C23355" w:rsidRDefault="00C54952" w:rsidP="00C54952">
      <w:pPr>
        <w:pStyle w:val="a7"/>
        <w:numPr>
          <w:ilvl w:val="0"/>
          <w:numId w:val="46"/>
        </w:numPr>
        <w:spacing w:line="288" w:lineRule="auto"/>
        <w:ind w:left="283" w:hanging="284"/>
        <w:rPr>
          <w:b/>
          <w:bCs/>
          <w:rtl/>
          <w:lang w:eastAsia="en-US"/>
        </w:rPr>
      </w:pPr>
      <w:r w:rsidRPr="00C23355">
        <w:rPr>
          <w:rFonts w:hint="cs"/>
          <w:b/>
          <w:bCs/>
          <w:rtl/>
          <w:lang w:eastAsia="en-US"/>
        </w:rPr>
        <w:t xml:space="preserve">סימון </w:t>
      </w:r>
      <w:r w:rsidRPr="00A224B2">
        <w:rPr>
          <w:rFonts w:hint="cs"/>
          <w:b/>
          <w:bCs/>
          <w:color w:val="FF0000"/>
          <w:sz w:val="40"/>
          <w:szCs w:val="40"/>
          <w:vertAlign w:val="subscript"/>
          <w:rtl/>
          <w:lang w:eastAsia="en-US"/>
        </w:rPr>
        <w:t>*</w:t>
      </w:r>
      <w:r w:rsidRPr="00A224B2">
        <w:rPr>
          <w:rFonts w:hint="cs"/>
          <w:b/>
          <w:bCs/>
          <w:color w:val="FF0000"/>
          <w:rtl/>
          <w:lang w:eastAsia="en-US"/>
        </w:rPr>
        <w:t xml:space="preserve"> </w:t>
      </w:r>
      <w:r w:rsidRPr="00C23355">
        <w:rPr>
          <w:rFonts w:hint="cs"/>
          <w:b/>
          <w:bCs/>
          <w:rtl/>
          <w:lang w:eastAsia="en-US"/>
        </w:rPr>
        <w:t xml:space="preserve">משמעותו </w:t>
      </w:r>
      <w:r w:rsidR="00BB69E6" w:rsidRPr="00C23355">
        <w:rPr>
          <w:rFonts w:hint="cs"/>
          <w:b/>
          <w:bCs/>
          <w:rtl/>
          <w:lang w:eastAsia="en-US"/>
        </w:rPr>
        <w:t>שדה חובה להזנה. לא יתאפשר להמשיך ל</w:t>
      </w:r>
      <w:r w:rsidR="00B80840" w:rsidRPr="00C23355">
        <w:rPr>
          <w:rFonts w:hint="cs"/>
          <w:b/>
          <w:bCs/>
          <w:rtl/>
          <w:lang w:eastAsia="en-US"/>
        </w:rPr>
        <w:t>שלב הבא ל</w:t>
      </w:r>
      <w:r w:rsidR="00BB69E6" w:rsidRPr="00C23355">
        <w:rPr>
          <w:rFonts w:hint="cs"/>
          <w:b/>
          <w:bCs/>
          <w:rtl/>
          <w:lang w:eastAsia="en-US"/>
        </w:rPr>
        <w:t>לא מילויו.</w:t>
      </w:r>
    </w:p>
    <w:p w:rsidR="00F1727E" w:rsidRDefault="00F1727E" w:rsidP="00C23355">
      <w:pPr>
        <w:pStyle w:val="a7"/>
        <w:numPr>
          <w:ilvl w:val="0"/>
          <w:numId w:val="46"/>
        </w:numPr>
        <w:spacing w:line="288" w:lineRule="auto"/>
        <w:ind w:left="283" w:hanging="284"/>
        <w:rPr>
          <w:b/>
          <w:bCs/>
          <w:lang w:eastAsia="en-US"/>
        </w:rPr>
      </w:pPr>
      <w:r w:rsidRPr="00C23355">
        <w:rPr>
          <w:rFonts w:hint="cs"/>
          <w:b/>
          <w:bCs/>
          <w:rtl/>
          <w:lang w:eastAsia="en-US"/>
        </w:rPr>
        <w:t>בכל שלב בטופס ניתן לחזור אחורה לשלב הקודם.</w:t>
      </w:r>
    </w:p>
    <w:p w:rsidR="00F46251" w:rsidRDefault="00F46251" w:rsidP="00F46251">
      <w:pPr>
        <w:pStyle w:val="a7"/>
        <w:numPr>
          <w:ilvl w:val="0"/>
          <w:numId w:val="46"/>
        </w:numPr>
        <w:spacing w:line="288" w:lineRule="auto"/>
        <w:ind w:left="283" w:hanging="284"/>
        <w:rPr>
          <w:b/>
          <w:bCs/>
          <w:lang w:eastAsia="en-US"/>
        </w:rPr>
      </w:pPr>
      <w:r>
        <w:rPr>
          <w:rFonts w:hint="cs"/>
          <w:b/>
          <w:bCs/>
          <w:rtl/>
          <w:lang w:eastAsia="en-US"/>
        </w:rPr>
        <w:t>אפשרויות חיפוש בתוך שדה רשימה: לחיצה בתוך השדה פותחת את הרשימה, הקלדת טקסט מציגה ערכים בהם הוא מופיע ברצף במקום כלשהו בטקסט. כך ניתן לחפש גם חלק משם מוסד וכד'.</w:t>
      </w:r>
      <w:r w:rsidR="003D4698">
        <w:rPr>
          <w:rFonts w:hint="cs"/>
          <w:b/>
          <w:bCs/>
          <w:rtl/>
          <w:lang w:eastAsia="en-US"/>
        </w:rPr>
        <w:t xml:space="preserve"> הקלדת מספר </w:t>
      </w:r>
      <w:r w:rsidR="00364CD5">
        <w:rPr>
          <w:rFonts w:hint="cs"/>
          <w:b/>
          <w:bCs/>
          <w:rtl/>
          <w:lang w:eastAsia="en-US"/>
        </w:rPr>
        <w:t>רישום (</w:t>
      </w:r>
      <w:r w:rsidR="003D4698">
        <w:rPr>
          <w:rFonts w:hint="cs"/>
          <w:b/>
          <w:bCs/>
          <w:rtl/>
          <w:lang w:eastAsia="en-US"/>
        </w:rPr>
        <w:t xml:space="preserve">ח.פ / ת.ז </w:t>
      </w:r>
      <w:r w:rsidR="00364CD5">
        <w:rPr>
          <w:rFonts w:hint="cs"/>
          <w:b/>
          <w:bCs/>
          <w:rtl/>
          <w:lang w:eastAsia="en-US"/>
        </w:rPr>
        <w:t xml:space="preserve">) </w:t>
      </w:r>
      <w:r w:rsidR="003D4698">
        <w:rPr>
          <w:rFonts w:hint="cs"/>
          <w:b/>
          <w:bCs/>
          <w:rtl/>
          <w:lang w:eastAsia="en-US"/>
        </w:rPr>
        <w:t>מציגה את הערך הספציפי הקיים עם מספר הרישום שהוקלד.</w:t>
      </w:r>
    </w:p>
    <w:p w:rsidR="00BB69E6" w:rsidRDefault="00BB69E6" w:rsidP="00031706">
      <w:pPr>
        <w:spacing w:line="288" w:lineRule="auto"/>
        <w:rPr>
          <w:b/>
          <w:bCs/>
          <w:u w:val="single"/>
          <w:lang w:eastAsia="en-US"/>
        </w:rPr>
      </w:pPr>
    </w:p>
    <w:p w:rsidR="00364CD5" w:rsidRPr="00BB69E6" w:rsidRDefault="00364CD5" w:rsidP="00364CD5">
      <w:pPr>
        <w:spacing w:line="288" w:lineRule="auto"/>
        <w:rPr>
          <w:b/>
          <w:bCs/>
          <w:sz w:val="28"/>
          <w:szCs w:val="28"/>
          <w:u w:val="single"/>
          <w:rtl/>
          <w:lang w:eastAsia="en-US"/>
        </w:rPr>
      </w:pPr>
      <w:r w:rsidRPr="00BB69E6">
        <w:rPr>
          <w:rFonts w:hint="cs"/>
          <w:b/>
          <w:bCs/>
          <w:sz w:val="28"/>
          <w:szCs w:val="28"/>
          <w:u w:val="single"/>
          <w:rtl/>
          <w:lang w:eastAsia="en-US"/>
        </w:rPr>
        <w:t>פרטי התורם</w:t>
      </w:r>
    </w:p>
    <w:p w:rsidR="00364CD5" w:rsidRPr="006337FF" w:rsidRDefault="00364CD5" w:rsidP="00C702DA">
      <w:pPr>
        <w:spacing w:line="288" w:lineRule="auto"/>
        <w:rPr>
          <w:rtl/>
          <w:lang w:eastAsia="en-US"/>
        </w:rPr>
      </w:pPr>
      <w:r>
        <w:rPr>
          <w:rFonts w:hint="cs"/>
          <w:rtl/>
          <w:lang w:eastAsia="en-US"/>
        </w:rPr>
        <w:t>יש לבחור את סוג התורם מתוך האפשרויות הקיימות</w:t>
      </w:r>
      <w:r w:rsidR="00C702DA">
        <w:rPr>
          <w:rFonts w:hint="cs"/>
          <w:rtl/>
          <w:lang w:eastAsia="en-US"/>
        </w:rPr>
        <w:t>,</w:t>
      </w:r>
      <w:r>
        <w:rPr>
          <w:rFonts w:hint="cs"/>
          <w:rtl/>
          <w:lang w:eastAsia="en-US"/>
        </w:rPr>
        <w:t xml:space="preserve"> לאחר מכן יש לבחור את התורם מתוך הרשימה המוצגת, להזין את קוד הזיהוי וללחוץ על כפתור [המשך]</w:t>
      </w:r>
      <w:r w:rsidRPr="00302CDB">
        <w:rPr>
          <w:rFonts w:hint="cs"/>
          <w:rtl/>
          <w:lang w:eastAsia="en-US"/>
        </w:rPr>
        <w:t xml:space="preserve"> </w:t>
      </w:r>
      <w:r>
        <w:rPr>
          <w:rFonts w:hint="cs"/>
          <w:rtl/>
          <w:lang w:eastAsia="en-US"/>
        </w:rPr>
        <w:t>. אם התורם אינו קיים ברשימה, יש ללחוץ על כפתור [תורם חדש].</w:t>
      </w:r>
      <w:r>
        <w:rPr>
          <w:rFonts w:hint="cs"/>
          <w:rtl/>
          <w:lang w:eastAsia="en-US"/>
        </w:rPr>
        <w:br/>
        <w:t xml:space="preserve">עבור </w:t>
      </w:r>
      <w:r w:rsidRPr="00923F64">
        <w:rPr>
          <w:rFonts w:hint="cs"/>
          <w:b/>
          <w:bCs/>
          <w:rtl/>
          <w:lang w:eastAsia="en-US"/>
        </w:rPr>
        <w:t>תורם קיים</w:t>
      </w:r>
      <w:r>
        <w:rPr>
          <w:rFonts w:hint="cs"/>
          <w:rtl/>
          <w:lang w:eastAsia="en-US"/>
        </w:rPr>
        <w:t xml:space="preserve">, יש לעדכן </w:t>
      </w:r>
      <w:r w:rsidR="00861022">
        <w:rPr>
          <w:rFonts w:hint="cs"/>
          <w:rtl/>
          <w:lang w:eastAsia="en-US"/>
        </w:rPr>
        <w:t>תחום עיסוק ו</w:t>
      </w:r>
      <w:r>
        <w:rPr>
          <w:rFonts w:hint="cs"/>
          <w:rtl/>
          <w:lang w:eastAsia="en-US"/>
        </w:rPr>
        <w:t>פרטי התקשרות לבירור פרטים: שם איש קשר, טלפונים, דואר אלקטרוני, כתובת החברה.</w:t>
      </w:r>
    </w:p>
    <w:p w:rsidR="00364CD5" w:rsidRDefault="00364CD5" w:rsidP="00364CD5">
      <w:pPr>
        <w:spacing w:line="288" w:lineRule="auto"/>
        <w:rPr>
          <w:b/>
          <w:bCs/>
          <w:rtl/>
          <w:lang w:eastAsia="en-US"/>
        </w:rPr>
      </w:pPr>
    </w:p>
    <w:p w:rsidR="00364CD5" w:rsidRDefault="00364CD5" w:rsidP="00C702DA">
      <w:pPr>
        <w:spacing w:line="288" w:lineRule="auto"/>
        <w:rPr>
          <w:rtl/>
          <w:lang w:eastAsia="en-US"/>
        </w:rPr>
      </w:pPr>
      <w:r>
        <w:rPr>
          <w:rFonts w:hint="cs"/>
          <w:b/>
          <w:bCs/>
          <w:rtl/>
          <w:lang w:eastAsia="en-US"/>
        </w:rPr>
        <w:t xml:space="preserve">עבור </w:t>
      </w:r>
      <w:r w:rsidRPr="000F10A7">
        <w:rPr>
          <w:rFonts w:hint="cs"/>
          <w:b/>
          <w:bCs/>
          <w:rtl/>
          <w:lang w:eastAsia="en-US"/>
        </w:rPr>
        <w:t xml:space="preserve">תורם </w:t>
      </w:r>
      <w:r>
        <w:rPr>
          <w:rFonts w:hint="cs"/>
          <w:b/>
          <w:bCs/>
          <w:rtl/>
          <w:lang w:eastAsia="en-US"/>
        </w:rPr>
        <w:t>ש</w:t>
      </w:r>
      <w:r w:rsidRPr="000F10A7">
        <w:rPr>
          <w:rFonts w:hint="cs"/>
          <w:b/>
          <w:bCs/>
          <w:rtl/>
          <w:lang w:eastAsia="en-US"/>
        </w:rPr>
        <w:t>אינו קיים</w:t>
      </w:r>
      <w:r>
        <w:rPr>
          <w:rFonts w:hint="cs"/>
          <w:rtl/>
          <w:lang w:eastAsia="en-US"/>
        </w:rPr>
        <w:t xml:space="preserve"> </w:t>
      </w:r>
      <w:r w:rsidR="000C502D">
        <w:rPr>
          <w:rFonts w:hint="cs"/>
          <w:rtl/>
          <w:lang w:eastAsia="en-US"/>
        </w:rPr>
        <w:t>(</w:t>
      </w:r>
      <w:r w:rsidR="000C502D" w:rsidRPr="000C502D">
        <w:rPr>
          <w:rFonts w:hint="cs"/>
          <w:b/>
          <w:bCs/>
          <w:rtl/>
          <w:lang w:eastAsia="en-US"/>
        </w:rPr>
        <w:t>חדש</w:t>
      </w:r>
      <w:r w:rsidR="000C502D">
        <w:rPr>
          <w:rFonts w:hint="cs"/>
          <w:rtl/>
          <w:lang w:eastAsia="en-US"/>
        </w:rPr>
        <w:t xml:space="preserve">) </w:t>
      </w:r>
      <w:r>
        <w:rPr>
          <w:rFonts w:hint="cs"/>
          <w:rtl/>
          <w:lang w:eastAsia="en-US"/>
        </w:rPr>
        <w:t xml:space="preserve">יש להזין את פרטיו, כולל: שם התורם, מספר רישום </w:t>
      </w:r>
      <w:r>
        <w:rPr>
          <w:rtl/>
          <w:lang w:eastAsia="en-US"/>
        </w:rPr>
        <w:t>–</w:t>
      </w:r>
      <w:r>
        <w:rPr>
          <w:rFonts w:hint="cs"/>
          <w:rtl/>
          <w:lang w:eastAsia="en-US"/>
        </w:rPr>
        <w:t xml:space="preserve"> </w:t>
      </w:r>
      <w:r w:rsidR="00C702DA">
        <w:rPr>
          <w:rFonts w:hint="cs"/>
          <w:rtl/>
          <w:lang w:eastAsia="en-US"/>
        </w:rPr>
        <w:t>(</w:t>
      </w:r>
      <w:r>
        <w:rPr>
          <w:rFonts w:hint="cs"/>
          <w:rtl/>
          <w:lang w:eastAsia="en-US"/>
        </w:rPr>
        <w:t>ח.פ.</w:t>
      </w:r>
      <w:r w:rsidR="00C702DA">
        <w:rPr>
          <w:rFonts w:hint="cs"/>
          <w:rtl/>
          <w:lang w:eastAsia="en-US"/>
        </w:rPr>
        <w:t>/ת.ז) ו</w:t>
      </w:r>
      <w:r>
        <w:rPr>
          <w:rFonts w:hint="cs"/>
          <w:rtl/>
          <w:lang w:eastAsia="en-US"/>
        </w:rPr>
        <w:t xml:space="preserve">פרטי התקשרות כמפורט לעיל. לאחר סיום הזנה ולחיצה על הכפתור [המשך], תשלח הודעה למשרד הבריאות לטיפול. </w:t>
      </w:r>
    </w:p>
    <w:p w:rsidR="00364CD5" w:rsidRDefault="00364CD5" w:rsidP="00364CD5">
      <w:pPr>
        <w:spacing w:line="288" w:lineRule="auto"/>
        <w:rPr>
          <w:rtl/>
          <w:lang w:eastAsia="en-US"/>
        </w:rPr>
      </w:pPr>
      <w:r>
        <w:rPr>
          <w:rFonts w:hint="cs"/>
          <w:rtl/>
          <w:lang w:eastAsia="en-US"/>
        </w:rPr>
        <w:t xml:space="preserve">התורם יתווסף לרשימה בתוך יומיים ממועד קבלת הבקשה, והודעה על אישור הוספת התורם תישלח לכתובת הדוא"ל שנרשמה. רק אז ניתן יהיה לדווח על תרומות שנתן. </w:t>
      </w:r>
    </w:p>
    <w:p w:rsidR="00364CD5" w:rsidRDefault="00364CD5" w:rsidP="00364CD5">
      <w:pPr>
        <w:spacing w:line="288" w:lineRule="auto"/>
        <w:rPr>
          <w:rtl/>
          <w:lang w:eastAsia="en-US"/>
        </w:rPr>
      </w:pPr>
    </w:p>
    <w:p w:rsidR="00364CD5" w:rsidRPr="00BB69E6" w:rsidRDefault="00364CD5" w:rsidP="00364CD5">
      <w:pPr>
        <w:spacing w:line="288" w:lineRule="auto"/>
        <w:rPr>
          <w:b/>
          <w:bCs/>
          <w:sz w:val="28"/>
          <w:szCs w:val="28"/>
          <w:u w:val="single"/>
          <w:rtl/>
          <w:lang w:eastAsia="en-US"/>
        </w:rPr>
      </w:pPr>
      <w:r w:rsidRPr="00BB69E6">
        <w:rPr>
          <w:rFonts w:hint="cs"/>
          <w:b/>
          <w:bCs/>
          <w:sz w:val="28"/>
          <w:szCs w:val="28"/>
          <w:u w:val="single"/>
          <w:rtl/>
          <w:lang w:eastAsia="en-US"/>
        </w:rPr>
        <w:t xml:space="preserve">פרטי </w:t>
      </w:r>
      <w:r>
        <w:rPr>
          <w:rFonts w:hint="cs"/>
          <w:b/>
          <w:bCs/>
          <w:sz w:val="28"/>
          <w:szCs w:val="28"/>
          <w:u w:val="single"/>
          <w:rtl/>
          <w:lang w:eastAsia="en-US"/>
        </w:rPr>
        <w:t>הנתר</w:t>
      </w:r>
      <w:r w:rsidRPr="00BB69E6">
        <w:rPr>
          <w:rFonts w:hint="cs"/>
          <w:b/>
          <w:bCs/>
          <w:sz w:val="28"/>
          <w:szCs w:val="28"/>
          <w:u w:val="single"/>
          <w:rtl/>
          <w:lang w:eastAsia="en-US"/>
        </w:rPr>
        <w:t>ם</w:t>
      </w:r>
    </w:p>
    <w:p w:rsidR="00364CD5" w:rsidRDefault="00364CD5" w:rsidP="00364CD5">
      <w:pPr>
        <w:spacing w:line="288" w:lineRule="auto"/>
        <w:rPr>
          <w:rtl/>
          <w:lang w:eastAsia="en-US"/>
        </w:rPr>
      </w:pPr>
      <w:r>
        <w:rPr>
          <w:rFonts w:hint="cs"/>
          <w:rtl/>
          <w:lang w:eastAsia="en-US"/>
        </w:rPr>
        <w:t xml:space="preserve">יש לבחור תחילה את סוג הנתרם </w:t>
      </w:r>
      <w:r>
        <w:rPr>
          <w:rtl/>
          <w:lang w:eastAsia="en-US"/>
        </w:rPr>
        <w:t>–</w:t>
      </w:r>
      <w:r>
        <w:rPr>
          <w:rFonts w:hint="cs"/>
          <w:rtl/>
          <w:lang w:eastAsia="en-US"/>
        </w:rPr>
        <w:t xml:space="preserve"> האם מוסד, או אדם </w:t>
      </w:r>
      <w:r>
        <w:rPr>
          <w:rtl/>
          <w:lang w:eastAsia="en-US"/>
        </w:rPr>
        <w:t>–</w:t>
      </w:r>
      <w:r>
        <w:rPr>
          <w:rFonts w:hint="cs"/>
          <w:rtl/>
          <w:lang w:eastAsia="en-US"/>
        </w:rPr>
        <w:t xml:space="preserve"> רופא, רוקח או חוקר.</w:t>
      </w:r>
    </w:p>
    <w:p w:rsidR="00364CD5" w:rsidRDefault="00364CD5" w:rsidP="00364CD5">
      <w:pPr>
        <w:spacing w:line="288" w:lineRule="auto"/>
        <w:rPr>
          <w:rtl/>
          <w:lang w:eastAsia="en-US"/>
        </w:rPr>
      </w:pPr>
      <w:r>
        <w:rPr>
          <w:rFonts w:hint="cs"/>
          <w:rtl/>
          <w:lang w:eastAsia="en-US"/>
        </w:rPr>
        <w:t xml:space="preserve">כאשר הנתרם הוא </w:t>
      </w:r>
      <w:r w:rsidRPr="00C54688">
        <w:rPr>
          <w:rFonts w:hint="cs"/>
          <w:b/>
          <w:bCs/>
          <w:sz w:val="26"/>
          <w:szCs w:val="26"/>
          <w:u w:val="single"/>
          <w:rtl/>
          <w:lang w:eastAsia="en-US"/>
        </w:rPr>
        <w:t>מוסד</w:t>
      </w:r>
      <w:r>
        <w:rPr>
          <w:rFonts w:hint="cs"/>
          <w:rtl/>
          <w:lang w:eastAsia="en-US"/>
        </w:rPr>
        <w:t xml:space="preserve">: </w:t>
      </w:r>
    </w:p>
    <w:p w:rsidR="00364CD5" w:rsidRDefault="00364CD5" w:rsidP="00EF53B3">
      <w:pPr>
        <w:spacing w:line="288" w:lineRule="auto"/>
        <w:rPr>
          <w:rtl/>
          <w:lang w:eastAsia="en-US"/>
        </w:rPr>
      </w:pPr>
      <w:r>
        <w:rPr>
          <w:rFonts w:hint="cs"/>
          <w:rtl/>
          <w:lang w:eastAsia="en-US"/>
        </w:rPr>
        <w:t>יש לבחור את שם המוסד</w:t>
      </w:r>
      <w:r w:rsidR="00EF53B3">
        <w:rPr>
          <w:rFonts w:hint="cs"/>
          <w:rtl/>
          <w:lang w:eastAsia="en-US"/>
        </w:rPr>
        <w:t xml:space="preserve"> מהרשימה</w:t>
      </w:r>
      <w:r>
        <w:rPr>
          <w:rFonts w:hint="cs"/>
          <w:rtl/>
          <w:lang w:eastAsia="en-US"/>
        </w:rPr>
        <w:t xml:space="preserve">. </w:t>
      </w:r>
    </w:p>
    <w:p w:rsidR="00364CD5" w:rsidRDefault="00364CD5" w:rsidP="00EF53B3">
      <w:pPr>
        <w:spacing w:line="288" w:lineRule="auto"/>
        <w:rPr>
          <w:b/>
          <w:bCs/>
          <w:rtl/>
          <w:lang w:eastAsia="en-US"/>
        </w:rPr>
      </w:pPr>
      <w:r w:rsidRPr="00703F7B">
        <w:rPr>
          <w:rFonts w:hint="cs"/>
          <w:b/>
          <w:bCs/>
          <w:rtl/>
          <w:lang w:eastAsia="en-US"/>
        </w:rPr>
        <w:t>אם הנתרם מופיע</w:t>
      </w:r>
      <w:r>
        <w:rPr>
          <w:rFonts w:hint="cs"/>
          <w:rtl/>
          <w:lang w:eastAsia="en-US"/>
        </w:rPr>
        <w:t xml:space="preserve"> ברשימה, לחץ על [המשך]. </w:t>
      </w:r>
    </w:p>
    <w:p w:rsidR="00364CD5" w:rsidRDefault="00364CD5" w:rsidP="00B633CF">
      <w:pPr>
        <w:spacing w:line="288" w:lineRule="auto"/>
        <w:rPr>
          <w:rtl/>
          <w:lang w:eastAsia="en-US"/>
        </w:rPr>
      </w:pPr>
      <w:r>
        <w:rPr>
          <w:rFonts w:hint="cs"/>
          <w:b/>
          <w:bCs/>
          <w:rtl/>
          <w:lang w:eastAsia="en-US"/>
        </w:rPr>
        <w:t xml:space="preserve">אם הנתרם לא קיים </w:t>
      </w:r>
      <w:r w:rsidRPr="00C54688">
        <w:rPr>
          <w:rFonts w:hint="cs"/>
          <w:rtl/>
          <w:lang w:eastAsia="en-US"/>
        </w:rPr>
        <w:t>ברשימת המוסדות מהסוג המבוקש</w:t>
      </w:r>
      <w:r>
        <w:rPr>
          <w:rFonts w:hint="cs"/>
          <w:b/>
          <w:bCs/>
          <w:rtl/>
          <w:lang w:eastAsia="en-US"/>
        </w:rPr>
        <w:t xml:space="preserve">, </w:t>
      </w:r>
      <w:r>
        <w:rPr>
          <w:rFonts w:hint="cs"/>
          <w:rtl/>
          <w:lang w:eastAsia="en-US"/>
        </w:rPr>
        <w:t xml:space="preserve">יש לבחור </w:t>
      </w:r>
      <w:r w:rsidR="00B633CF">
        <w:rPr>
          <w:rFonts w:hint="cs"/>
          <w:rtl/>
          <w:lang w:eastAsia="en-US"/>
        </w:rPr>
        <w:t xml:space="preserve">[נתרם חדש] למלא את פרטי הנתרם </w:t>
      </w:r>
      <w:r w:rsidR="00B633CF">
        <w:rPr>
          <w:rtl/>
          <w:lang w:eastAsia="en-US"/>
        </w:rPr>
        <w:t>–</w:t>
      </w:r>
      <w:r w:rsidR="00B633CF">
        <w:rPr>
          <w:rFonts w:hint="cs"/>
          <w:rtl/>
          <w:lang w:eastAsia="en-US"/>
        </w:rPr>
        <w:t xml:space="preserve"> סוג מוסד, שם המוסד, מספר רישום ופרטי הקשר בסיום עדכון הפרטים לחץ על [המשך].</w:t>
      </w:r>
    </w:p>
    <w:p w:rsidR="00B633CF" w:rsidRPr="00C54688" w:rsidRDefault="00B633CF" w:rsidP="00B633CF">
      <w:pPr>
        <w:spacing w:line="288" w:lineRule="auto"/>
        <w:rPr>
          <w:rtl/>
          <w:lang w:eastAsia="en-US"/>
        </w:rPr>
      </w:pPr>
      <w:r>
        <w:rPr>
          <w:rFonts w:hint="cs"/>
          <w:rtl/>
          <w:lang w:eastAsia="en-US"/>
        </w:rPr>
        <w:t xml:space="preserve">הנתרם יתווסף לרשימה בתוך יומיים ממועד קבלת הבקשה. הודעה על אישור הוספת הנתרם </w:t>
      </w:r>
      <w:r w:rsidR="00771364">
        <w:rPr>
          <w:rFonts w:hint="cs"/>
          <w:rtl/>
          <w:lang w:eastAsia="en-US"/>
        </w:rPr>
        <w:t xml:space="preserve">תישלח לכתובת הדוא"ל </w:t>
      </w:r>
      <w:r w:rsidR="00DE60D8">
        <w:rPr>
          <w:rFonts w:hint="cs"/>
          <w:rtl/>
          <w:lang w:eastAsia="en-US"/>
        </w:rPr>
        <w:t>. רק אז ניתן יהיה לדווח על תרומות שקיבל.</w:t>
      </w:r>
    </w:p>
    <w:p w:rsidR="00364CD5" w:rsidRPr="00C54688" w:rsidRDefault="00364CD5" w:rsidP="00364CD5">
      <w:pPr>
        <w:spacing w:line="288" w:lineRule="auto"/>
        <w:rPr>
          <w:b/>
          <w:bCs/>
          <w:lang w:eastAsia="en-US"/>
        </w:rPr>
      </w:pPr>
    </w:p>
    <w:p w:rsidR="00364CD5" w:rsidRDefault="00364CD5" w:rsidP="00364CD5">
      <w:pPr>
        <w:spacing w:line="288" w:lineRule="auto"/>
        <w:rPr>
          <w:rtl/>
          <w:lang w:eastAsia="en-US"/>
        </w:rPr>
      </w:pPr>
      <w:r>
        <w:rPr>
          <w:rFonts w:hint="cs"/>
          <w:rtl/>
          <w:lang w:eastAsia="en-US"/>
        </w:rPr>
        <w:lastRenderedPageBreak/>
        <w:t xml:space="preserve">כאשר הנתרם הוא </w:t>
      </w:r>
      <w:r w:rsidRPr="00C54688">
        <w:rPr>
          <w:rFonts w:hint="cs"/>
          <w:b/>
          <w:bCs/>
          <w:sz w:val="26"/>
          <w:szCs w:val="26"/>
          <w:u w:val="single"/>
          <w:rtl/>
          <w:lang w:eastAsia="en-US"/>
        </w:rPr>
        <w:t>אדם פרטי</w:t>
      </w:r>
      <w:r>
        <w:rPr>
          <w:rFonts w:hint="cs"/>
          <w:rtl/>
          <w:lang w:eastAsia="en-US"/>
        </w:rPr>
        <w:t xml:space="preserve"> יש למלא עבורו:</w:t>
      </w:r>
    </w:p>
    <w:p w:rsidR="00364CD5" w:rsidRDefault="00364CD5" w:rsidP="00364CD5">
      <w:pPr>
        <w:pStyle w:val="a7"/>
        <w:numPr>
          <w:ilvl w:val="0"/>
          <w:numId w:val="41"/>
        </w:numPr>
        <w:spacing w:line="288" w:lineRule="auto"/>
        <w:rPr>
          <w:lang w:eastAsia="en-US"/>
        </w:rPr>
      </w:pPr>
      <w:r>
        <w:rPr>
          <w:rFonts w:hint="cs"/>
          <w:rtl/>
          <w:lang w:eastAsia="en-US"/>
        </w:rPr>
        <w:t xml:space="preserve">מספר זהות  </w:t>
      </w:r>
    </w:p>
    <w:p w:rsidR="00364CD5" w:rsidRDefault="00364CD5" w:rsidP="00364CD5">
      <w:pPr>
        <w:pStyle w:val="a7"/>
        <w:numPr>
          <w:ilvl w:val="0"/>
          <w:numId w:val="41"/>
        </w:numPr>
        <w:spacing w:line="288" w:lineRule="auto"/>
        <w:rPr>
          <w:lang w:eastAsia="en-US"/>
        </w:rPr>
      </w:pPr>
      <w:r>
        <w:rPr>
          <w:rFonts w:hint="cs"/>
          <w:rtl/>
          <w:lang w:eastAsia="en-US"/>
        </w:rPr>
        <w:t>מספר ר</w:t>
      </w:r>
      <w:r w:rsidR="00C702DA">
        <w:rPr>
          <w:rFonts w:hint="cs"/>
          <w:rtl/>
          <w:lang w:eastAsia="en-US"/>
        </w:rPr>
        <w:t>י</w:t>
      </w:r>
      <w:r>
        <w:rPr>
          <w:rFonts w:hint="cs"/>
          <w:rtl/>
          <w:lang w:eastAsia="en-US"/>
        </w:rPr>
        <w:t xml:space="preserve">שיון </w:t>
      </w:r>
      <w:r>
        <w:rPr>
          <w:rtl/>
          <w:lang w:eastAsia="en-US"/>
        </w:rPr>
        <w:t>–</w:t>
      </w:r>
      <w:r>
        <w:rPr>
          <w:rFonts w:hint="cs"/>
          <w:rtl/>
          <w:lang w:eastAsia="en-US"/>
        </w:rPr>
        <w:t xml:space="preserve"> עבור רופא או רוקח</w:t>
      </w:r>
    </w:p>
    <w:p w:rsidR="00364CD5" w:rsidRDefault="00364CD5" w:rsidP="00364CD5">
      <w:pPr>
        <w:pStyle w:val="a7"/>
        <w:numPr>
          <w:ilvl w:val="0"/>
          <w:numId w:val="41"/>
        </w:numPr>
        <w:spacing w:line="288" w:lineRule="auto"/>
        <w:rPr>
          <w:lang w:eastAsia="en-US"/>
        </w:rPr>
      </w:pPr>
      <w:r>
        <w:rPr>
          <w:rFonts w:hint="cs"/>
          <w:rtl/>
          <w:lang w:eastAsia="en-US"/>
        </w:rPr>
        <w:t>שם פרטי ושם משפחה</w:t>
      </w:r>
    </w:p>
    <w:p w:rsidR="00364CD5" w:rsidRDefault="00364CD5" w:rsidP="00364CD5">
      <w:pPr>
        <w:pStyle w:val="a7"/>
        <w:numPr>
          <w:ilvl w:val="0"/>
          <w:numId w:val="41"/>
        </w:numPr>
        <w:spacing w:line="288" w:lineRule="auto"/>
        <w:rPr>
          <w:rtl/>
          <w:lang w:eastAsia="en-US"/>
        </w:rPr>
      </w:pPr>
      <w:r>
        <w:rPr>
          <w:rFonts w:hint="cs"/>
          <w:rtl/>
          <w:lang w:eastAsia="en-US"/>
        </w:rPr>
        <w:t>טלפון ודוא"ל לבירורים בנושא התרומה</w:t>
      </w:r>
    </w:p>
    <w:p w:rsidR="00C702DA" w:rsidRDefault="00C702DA" w:rsidP="00364CD5">
      <w:pPr>
        <w:spacing w:line="288" w:lineRule="auto"/>
        <w:rPr>
          <w:b/>
          <w:bCs/>
          <w:sz w:val="28"/>
          <w:szCs w:val="28"/>
          <w:u w:val="single"/>
          <w:rtl/>
          <w:lang w:eastAsia="en-US"/>
        </w:rPr>
      </w:pPr>
    </w:p>
    <w:p w:rsidR="00364CD5" w:rsidRPr="00C54688" w:rsidRDefault="00364CD5" w:rsidP="00364CD5">
      <w:pPr>
        <w:spacing w:line="288" w:lineRule="auto"/>
        <w:rPr>
          <w:rtl/>
          <w:lang w:eastAsia="en-US"/>
        </w:rPr>
      </w:pPr>
      <w:r w:rsidRPr="00BB69E6">
        <w:rPr>
          <w:rFonts w:hint="cs"/>
          <w:b/>
          <w:bCs/>
          <w:sz w:val="28"/>
          <w:szCs w:val="28"/>
          <w:u w:val="single"/>
          <w:rtl/>
          <w:lang w:eastAsia="en-US"/>
        </w:rPr>
        <w:t xml:space="preserve">פרטי </w:t>
      </w:r>
      <w:r>
        <w:rPr>
          <w:rFonts w:hint="cs"/>
          <w:b/>
          <w:bCs/>
          <w:sz w:val="28"/>
          <w:szCs w:val="28"/>
          <w:u w:val="single"/>
          <w:rtl/>
          <w:lang w:eastAsia="en-US"/>
        </w:rPr>
        <w:t>התרומה</w:t>
      </w:r>
    </w:p>
    <w:p w:rsidR="00364CD5" w:rsidRDefault="00364CD5" w:rsidP="00364CD5">
      <w:pPr>
        <w:spacing w:line="288" w:lineRule="auto"/>
        <w:rPr>
          <w:rtl/>
          <w:lang w:eastAsia="en-US"/>
        </w:rPr>
      </w:pPr>
      <w:r>
        <w:rPr>
          <w:rFonts w:hint="cs"/>
          <w:rtl/>
          <w:lang w:eastAsia="en-US"/>
        </w:rPr>
        <w:t>הפרטים למילוי:</w:t>
      </w:r>
    </w:p>
    <w:p w:rsidR="00364CD5" w:rsidRDefault="00364CD5" w:rsidP="00364CD5">
      <w:pPr>
        <w:pStyle w:val="a7"/>
        <w:numPr>
          <w:ilvl w:val="0"/>
          <w:numId w:val="44"/>
        </w:numPr>
        <w:spacing w:line="288" w:lineRule="auto"/>
        <w:rPr>
          <w:lang w:eastAsia="en-US"/>
        </w:rPr>
      </w:pPr>
      <w:r>
        <w:rPr>
          <w:rFonts w:hint="cs"/>
          <w:rtl/>
          <w:lang w:eastAsia="en-US"/>
        </w:rPr>
        <w:t xml:space="preserve">סוג התרומה </w:t>
      </w:r>
      <w:r>
        <w:rPr>
          <w:rtl/>
          <w:lang w:eastAsia="en-US"/>
        </w:rPr>
        <w:t>–</w:t>
      </w:r>
      <w:r>
        <w:rPr>
          <w:rFonts w:hint="cs"/>
          <w:rtl/>
          <w:lang w:eastAsia="en-US"/>
        </w:rPr>
        <w:t xml:space="preserve"> כסף או שווה ערך.</w:t>
      </w:r>
    </w:p>
    <w:p w:rsidR="00364CD5" w:rsidRDefault="00C702DA" w:rsidP="00364CD5">
      <w:pPr>
        <w:pStyle w:val="a7"/>
        <w:numPr>
          <w:ilvl w:val="0"/>
          <w:numId w:val="44"/>
        </w:numPr>
        <w:spacing w:line="288" w:lineRule="auto"/>
        <w:rPr>
          <w:lang w:eastAsia="en-US"/>
        </w:rPr>
      </w:pPr>
      <w:r>
        <w:rPr>
          <w:rFonts w:hint="cs"/>
          <w:rtl/>
          <w:lang w:eastAsia="en-US"/>
        </w:rPr>
        <w:t xml:space="preserve">סכום / </w:t>
      </w:r>
      <w:r w:rsidR="00364CD5">
        <w:rPr>
          <w:rFonts w:hint="cs"/>
          <w:rtl/>
          <w:lang w:eastAsia="en-US"/>
        </w:rPr>
        <w:t>ערך התרומה בש"ח</w:t>
      </w:r>
    </w:p>
    <w:p w:rsidR="00364CD5" w:rsidRDefault="00364CD5" w:rsidP="00364CD5">
      <w:pPr>
        <w:pStyle w:val="a7"/>
        <w:numPr>
          <w:ilvl w:val="0"/>
          <w:numId w:val="44"/>
        </w:numPr>
        <w:spacing w:line="288" w:lineRule="auto"/>
        <w:rPr>
          <w:lang w:eastAsia="en-US"/>
        </w:rPr>
      </w:pPr>
      <w:r>
        <w:rPr>
          <w:rFonts w:hint="cs"/>
          <w:rtl/>
          <w:lang w:eastAsia="en-US"/>
        </w:rPr>
        <w:t xml:space="preserve">עבור תרומה בכסף: </w:t>
      </w:r>
      <w:r w:rsidR="00C702DA">
        <w:rPr>
          <w:rFonts w:hint="cs"/>
          <w:rtl/>
          <w:lang w:eastAsia="en-US"/>
        </w:rPr>
        <w:t xml:space="preserve">יש למלא </w:t>
      </w:r>
      <w:r>
        <w:rPr>
          <w:rFonts w:hint="cs"/>
          <w:rtl/>
          <w:lang w:eastAsia="en-US"/>
        </w:rPr>
        <w:t xml:space="preserve">יעוד התרומה </w:t>
      </w:r>
      <w:r>
        <w:rPr>
          <w:rtl/>
          <w:lang w:eastAsia="en-US"/>
        </w:rPr>
        <w:t>–</w:t>
      </w:r>
      <w:r>
        <w:rPr>
          <w:rFonts w:hint="cs"/>
          <w:rtl/>
          <w:lang w:eastAsia="en-US"/>
        </w:rPr>
        <w:t xml:space="preserve"> בחירה מרשימה, אם לא מופיע ברשימה </w:t>
      </w:r>
      <w:r>
        <w:rPr>
          <w:rtl/>
          <w:lang w:eastAsia="en-US"/>
        </w:rPr>
        <w:t>–</w:t>
      </w:r>
      <w:r>
        <w:rPr>
          <w:rFonts w:hint="cs"/>
          <w:rtl/>
          <w:lang w:eastAsia="en-US"/>
        </w:rPr>
        <w:t xml:space="preserve"> לבחור "אחר" ולפרט בתיבה "תיאור/יעוד התרומה"</w:t>
      </w:r>
      <w:r>
        <w:rPr>
          <w:rtl/>
          <w:lang w:eastAsia="en-US"/>
        </w:rPr>
        <w:br/>
      </w:r>
      <w:r>
        <w:rPr>
          <w:rFonts w:hint="cs"/>
          <w:rtl/>
          <w:lang w:eastAsia="en-US"/>
        </w:rPr>
        <w:t xml:space="preserve">עבור תרומה בשווה ערך: </w:t>
      </w:r>
      <w:r w:rsidR="00C702DA">
        <w:rPr>
          <w:rFonts w:hint="cs"/>
          <w:rtl/>
          <w:lang w:eastAsia="en-US"/>
        </w:rPr>
        <w:t xml:space="preserve">יש למלא </w:t>
      </w:r>
      <w:r>
        <w:rPr>
          <w:rFonts w:hint="cs"/>
          <w:rtl/>
          <w:lang w:eastAsia="en-US"/>
        </w:rPr>
        <w:t xml:space="preserve">יעוד התרומה </w:t>
      </w:r>
      <w:r>
        <w:rPr>
          <w:rtl/>
          <w:lang w:eastAsia="en-US"/>
        </w:rPr>
        <w:t>–</w:t>
      </w:r>
      <w:r>
        <w:rPr>
          <w:rFonts w:hint="cs"/>
          <w:rtl/>
          <w:lang w:eastAsia="en-US"/>
        </w:rPr>
        <w:t xml:space="preserve"> </w:t>
      </w:r>
      <w:r w:rsidR="00C702DA">
        <w:rPr>
          <w:rFonts w:hint="cs"/>
          <w:rtl/>
          <w:lang w:eastAsia="en-US"/>
        </w:rPr>
        <w:t>"</w:t>
      </w:r>
      <w:r>
        <w:rPr>
          <w:rFonts w:hint="cs"/>
          <w:rtl/>
          <w:lang w:eastAsia="en-US"/>
        </w:rPr>
        <w:t>אחר</w:t>
      </w:r>
      <w:r w:rsidR="00C702DA">
        <w:rPr>
          <w:rFonts w:hint="cs"/>
          <w:rtl/>
          <w:lang w:eastAsia="en-US"/>
        </w:rPr>
        <w:t>"</w:t>
      </w:r>
      <w:r>
        <w:rPr>
          <w:rFonts w:hint="cs"/>
          <w:rtl/>
          <w:lang w:eastAsia="en-US"/>
        </w:rPr>
        <w:t>, ותיאור של התרומה.</w:t>
      </w:r>
    </w:p>
    <w:p w:rsidR="00364CD5" w:rsidRDefault="00364CD5" w:rsidP="00C702DA">
      <w:pPr>
        <w:pStyle w:val="a7"/>
        <w:numPr>
          <w:ilvl w:val="0"/>
          <w:numId w:val="44"/>
        </w:numPr>
        <w:spacing w:line="288" w:lineRule="auto"/>
        <w:rPr>
          <w:lang w:eastAsia="en-US"/>
        </w:rPr>
      </w:pPr>
      <w:r>
        <w:rPr>
          <w:rFonts w:hint="cs"/>
          <w:rtl/>
          <w:lang w:eastAsia="en-US"/>
        </w:rPr>
        <w:t xml:space="preserve">הערות </w:t>
      </w:r>
      <w:r>
        <w:rPr>
          <w:rtl/>
          <w:lang w:eastAsia="en-US"/>
        </w:rPr>
        <w:t>–</w:t>
      </w:r>
      <w:r>
        <w:rPr>
          <w:rFonts w:hint="cs"/>
          <w:rtl/>
          <w:lang w:eastAsia="en-US"/>
        </w:rPr>
        <w:t xml:space="preserve"> אם יש הערות מיוחדות לגבי התרומה,</w:t>
      </w:r>
      <w:r w:rsidR="00C702DA">
        <w:rPr>
          <w:rFonts w:hint="cs"/>
          <w:rtl/>
          <w:lang w:eastAsia="en-US"/>
        </w:rPr>
        <w:t xml:space="preserve"> יש לציין, </w:t>
      </w:r>
      <w:r>
        <w:rPr>
          <w:rFonts w:hint="cs"/>
          <w:rtl/>
          <w:lang w:eastAsia="en-US"/>
        </w:rPr>
        <w:t xml:space="preserve">למשל </w:t>
      </w:r>
      <w:r>
        <w:rPr>
          <w:rtl/>
          <w:lang w:eastAsia="en-US"/>
        </w:rPr>
        <w:t>–</w:t>
      </w:r>
      <w:r>
        <w:rPr>
          <w:rFonts w:hint="cs"/>
          <w:rtl/>
          <w:lang w:eastAsia="en-US"/>
        </w:rPr>
        <w:t xml:space="preserve"> ניתנה באמצעות אגודת ידידים.</w:t>
      </w:r>
    </w:p>
    <w:p w:rsidR="003308B1" w:rsidRDefault="003308B1" w:rsidP="003308B1">
      <w:pPr>
        <w:pStyle w:val="a7"/>
        <w:numPr>
          <w:ilvl w:val="0"/>
          <w:numId w:val="44"/>
        </w:numPr>
        <w:spacing w:line="288" w:lineRule="auto"/>
        <w:rPr>
          <w:lang w:eastAsia="en-US"/>
        </w:rPr>
      </w:pPr>
      <w:r>
        <w:rPr>
          <w:rFonts w:hint="cs"/>
          <w:rtl/>
          <w:lang w:eastAsia="en-US"/>
        </w:rPr>
        <w:t>בחלק העליון מוצגים שמות התורם והנתרם שיקלטו במערכת עם אישור התרומה. במידה ואחד הנתונים שגוי יש לחזור ולתקן בהתאם.</w:t>
      </w:r>
    </w:p>
    <w:p w:rsidR="00364CD5" w:rsidRDefault="00364CD5" w:rsidP="00364CD5">
      <w:pPr>
        <w:spacing w:line="288" w:lineRule="auto"/>
        <w:rPr>
          <w:rtl/>
          <w:lang w:eastAsia="en-US"/>
        </w:rPr>
      </w:pPr>
    </w:p>
    <w:p w:rsidR="00364CD5" w:rsidRDefault="00364CD5" w:rsidP="00364CD5">
      <w:pPr>
        <w:spacing w:line="288" w:lineRule="auto"/>
        <w:rPr>
          <w:rtl/>
          <w:lang w:eastAsia="en-US"/>
        </w:rPr>
      </w:pPr>
    </w:p>
    <w:p w:rsidR="00364CD5" w:rsidRPr="00031706" w:rsidRDefault="00364CD5" w:rsidP="00364CD5">
      <w:pPr>
        <w:spacing w:line="288" w:lineRule="auto"/>
        <w:rPr>
          <w:b/>
          <w:bCs/>
          <w:sz w:val="28"/>
          <w:szCs w:val="28"/>
          <w:u w:val="single"/>
          <w:lang w:eastAsia="en-US"/>
        </w:rPr>
      </w:pPr>
      <w:r w:rsidRPr="00031706">
        <w:rPr>
          <w:rFonts w:hint="cs"/>
          <w:b/>
          <w:bCs/>
          <w:sz w:val="28"/>
          <w:szCs w:val="28"/>
          <w:u w:val="single"/>
          <w:rtl/>
          <w:lang w:eastAsia="en-US"/>
        </w:rPr>
        <w:t xml:space="preserve">סיום </w:t>
      </w:r>
    </w:p>
    <w:p w:rsidR="00364CD5" w:rsidRDefault="00364CD5" w:rsidP="003308B1">
      <w:pPr>
        <w:spacing w:line="288" w:lineRule="auto"/>
        <w:rPr>
          <w:rtl/>
          <w:lang w:eastAsia="en-US"/>
        </w:rPr>
      </w:pPr>
      <w:r>
        <w:rPr>
          <w:rFonts w:hint="cs"/>
          <w:rtl/>
          <w:lang w:eastAsia="en-US"/>
        </w:rPr>
        <w:t xml:space="preserve">לאחר אישור יוצג טופס עם כל הפרטים </w:t>
      </w:r>
      <w:r w:rsidR="003308B1">
        <w:rPr>
          <w:rFonts w:hint="cs"/>
          <w:rtl/>
          <w:lang w:eastAsia="en-US"/>
        </w:rPr>
        <w:t>שנקלטו</w:t>
      </w:r>
      <w:r>
        <w:rPr>
          <w:rFonts w:hint="cs"/>
          <w:rtl/>
          <w:lang w:eastAsia="en-US"/>
        </w:rPr>
        <w:t>. ואז ניתן:</w:t>
      </w:r>
    </w:p>
    <w:p w:rsidR="00DE60D8" w:rsidRDefault="00DE60D8" w:rsidP="00364CD5">
      <w:pPr>
        <w:spacing w:line="288" w:lineRule="auto"/>
        <w:rPr>
          <w:rtl/>
          <w:lang w:eastAsia="en-US"/>
        </w:rPr>
      </w:pPr>
    </w:p>
    <w:p w:rsidR="00364CD5" w:rsidRDefault="00364CD5" w:rsidP="00DE60D8">
      <w:pPr>
        <w:pStyle w:val="a7"/>
        <w:numPr>
          <w:ilvl w:val="0"/>
          <w:numId w:val="45"/>
        </w:numPr>
        <w:spacing w:line="288" w:lineRule="auto"/>
        <w:rPr>
          <w:rtl/>
          <w:lang w:eastAsia="en-US"/>
        </w:rPr>
      </w:pPr>
      <w:r>
        <w:rPr>
          <w:rFonts w:hint="cs"/>
          <w:rtl/>
          <w:lang w:eastAsia="en-US"/>
        </w:rPr>
        <w:t>לאשר ולעבור למילוי טופס נוסף עבור תרומה לאותו נתרם</w:t>
      </w:r>
      <w:r w:rsidR="00102076">
        <w:rPr>
          <w:rFonts w:hint="cs"/>
          <w:rtl/>
          <w:lang w:eastAsia="en-US"/>
        </w:rPr>
        <w:t xml:space="preserve"> </w:t>
      </w:r>
      <w:r w:rsidR="00102076">
        <w:rPr>
          <w:rtl/>
          <w:lang w:eastAsia="en-US"/>
        </w:rPr>
        <w:t>–</w:t>
      </w:r>
      <w:r w:rsidR="00102076">
        <w:rPr>
          <w:rFonts w:hint="cs"/>
          <w:rtl/>
          <w:lang w:eastAsia="en-US"/>
        </w:rPr>
        <w:t xml:space="preserve"> "צור ת</w:t>
      </w:r>
      <w:r w:rsidR="00DE60D8">
        <w:rPr>
          <w:rFonts w:hint="cs"/>
          <w:rtl/>
          <w:lang w:eastAsia="en-US"/>
        </w:rPr>
        <w:t>ר</w:t>
      </w:r>
      <w:r w:rsidR="00102076">
        <w:rPr>
          <w:rFonts w:hint="cs"/>
          <w:rtl/>
          <w:lang w:eastAsia="en-US"/>
        </w:rPr>
        <w:t>ומה נוספת לאותו נתרם"</w:t>
      </w:r>
    </w:p>
    <w:p w:rsidR="00364CD5" w:rsidRDefault="00364CD5" w:rsidP="00102076">
      <w:pPr>
        <w:pStyle w:val="a7"/>
        <w:numPr>
          <w:ilvl w:val="0"/>
          <w:numId w:val="45"/>
        </w:numPr>
        <w:spacing w:line="288" w:lineRule="auto"/>
        <w:rPr>
          <w:rtl/>
          <w:lang w:eastAsia="en-US"/>
        </w:rPr>
      </w:pPr>
      <w:r>
        <w:rPr>
          <w:rFonts w:hint="cs"/>
          <w:rtl/>
          <w:lang w:eastAsia="en-US"/>
        </w:rPr>
        <w:t>לאשר ולעבור למילוי טופס נוסף</w:t>
      </w:r>
      <w:r w:rsidR="00102076">
        <w:rPr>
          <w:rFonts w:hint="cs"/>
          <w:rtl/>
          <w:lang w:eastAsia="en-US"/>
        </w:rPr>
        <w:t xml:space="preserve"> </w:t>
      </w:r>
      <w:r w:rsidR="00102076">
        <w:rPr>
          <w:rtl/>
          <w:lang w:eastAsia="en-US"/>
        </w:rPr>
        <w:t>–</w:t>
      </w:r>
      <w:r w:rsidR="00102076">
        <w:rPr>
          <w:rFonts w:hint="cs"/>
          <w:rtl/>
          <w:lang w:eastAsia="en-US"/>
        </w:rPr>
        <w:t xml:space="preserve"> "צור תרומה חדשה"</w:t>
      </w:r>
    </w:p>
    <w:p w:rsidR="00364CD5" w:rsidRDefault="00364CD5" w:rsidP="00364CD5">
      <w:pPr>
        <w:pStyle w:val="a7"/>
        <w:numPr>
          <w:ilvl w:val="0"/>
          <w:numId w:val="45"/>
        </w:numPr>
        <w:spacing w:line="288" w:lineRule="auto"/>
        <w:rPr>
          <w:rtl/>
          <w:lang w:eastAsia="en-US"/>
        </w:rPr>
      </w:pPr>
      <w:r>
        <w:rPr>
          <w:rFonts w:hint="cs"/>
          <w:rtl/>
          <w:lang w:eastAsia="en-US"/>
        </w:rPr>
        <w:t>לאשר ולצאת מהטופס חזרה לאתר משרד הבריאות</w:t>
      </w:r>
    </w:p>
    <w:p w:rsidR="00364CD5" w:rsidRDefault="00364CD5" w:rsidP="00364CD5">
      <w:pPr>
        <w:pStyle w:val="a7"/>
        <w:spacing w:line="288" w:lineRule="auto"/>
        <w:jc w:val="center"/>
        <w:rPr>
          <w:rtl/>
          <w:lang w:eastAsia="en-US"/>
        </w:rPr>
      </w:pPr>
    </w:p>
    <w:p w:rsidR="00364CD5" w:rsidRDefault="00364CD5" w:rsidP="00364CD5">
      <w:pPr>
        <w:bidi w:val="0"/>
        <w:jc w:val="right"/>
        <w:rPr>
          <w:rtl/>
          <w:lang w:eastAsia="en-US"/>
        </w:rPr>
      </w:pPr>
    </w:p>
    <w:p w:rsidR="00364CD5" w:rsidRDefault="00364CD5" w:rsidP="00364CD5">
      <w:pPr>
        <w:bidi w:val="0"/>
        <w:spacing w:line="288" w:lineRule="auto"/>
        <w:jc w:val="right"/>
        <w:rPr>
          <w:rtl/>
          <w:lang w:eastAsia="en-US"/>
        </w:rPr>
      </w:pPr>
    </w:p>
    <w:p w:rsidR="00364CD5" w:rsidRDefault="00364CD5" w:rsidP="00364CD5">
      <w:pPr>
        <w:spacing w:line="288" w:lineRule="auto"/>
        <w:rPr>
          <w:rtl/>
          <w:lang w:eastAsia="en-US"/>
        </w:rPr>
      </w:pPr>
      <w:r>
        <w:rPr>
          <w:rFonts w:hint="cs"/>
          <w:rtl/>
          <w:lang w:eastAsia="en-US"/>
        </w:rPr>
        <w:t>לדיווח על תקלות, שאלות ובקשת סיוע טכני ניתן לפנות לדלפק התמיכה של משרד הבריאות:</w:t>
      </w:r>
    </w:p>
    <w:p w:rsidR="00364CD5" w:rsidRDefault="00364CD5" w:rsidP="006F1C78">
      <w:pPr>
        <w:spacing w:line="288" w:lineRule="auto"/>
        <w:rPr>
          <w:lang w:eastAsia="en-US"/>
        </w:rPr>
      </w:pPr>
      <w:r>
        <w:rPr>
          <w:rFonts w:hint="cs"/>
          <w:rtl/>
          <w:lang w:eastAsia="en-US"/>
        </w:rPr>
        <w:t xml:space="preserve">טלפון </w:t>
      </w:r>
      <w:r w:rsidR="00C702DA">
        <w:rPr>
          <w:lang w:eastAsia="en-US"/>
        </w:rPr>
        <w:t>03-6932304</w:t>
      </w:r>
      <w:r>
        <w:rPr>
          <w:rFonts w:hint="cs"/>
          <w:rtl/>
          <w:lang w:eastAsia="en-US"/>
        </w:rPr>
        <w:t xml:space="preserve">, דואר אלקטרוני -  </w:t>
      </w:r>
      <w:hyperlink r:id="rId9" w:history="1">
        <w:r w:rsidR="00C702DA" w:rsidRPr="00566C7B">
          <w:rPr>
            <w:rStyle w:val="Hyperlink"/>
            <w:lang w:eastAsia="en-US"/>
          </w:rPr>
          <w:t>shifra.bitran@moh.health.gov.il</w:t>
        </w:r>
      </w:hyperlink>
      <w:bookmarkStart w:id="0" w:name="_GoBack"/>
      <w:bookmarkEnd w:id="0"/>
    </w:p>
    <w:p w:rsidR="00364CD5" w:rsidRPr="00705CE1" w:rsidRDefault="00364CD5" w:rsidP="00364CD5">
      <w:pPr>
        <w:spacing w:line="288" w:lineRule="auto"/>
        <w:rPr>
          <w:rtl/>
          <w:lang w:eastAsia="en-US"/>
        </w:rPr>
      </w:pPr>
    </w:p>
    <w:p w:rsidR="00364CD5" w:rsidRPr="00F46251" w:rsidRDefault="00364CD5" w:rsidP="00031706">
      <w:pPr>
        <w:spacing w:line="288" w:lineRule="auto"/>
        <w:rPr>
          <w:b/>
          <w:bCs/>
          <w:u w:val="single"/>
          <w:rtl/>
          <w:lang w:eastAsia="en-US"/>
        </w:rPr>
      </w:pPr>
    </w:p>
    <w:sectPr w:rsidR="00364CD5" w:rsidRPr="00F46251" w:rsidSect="0040235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lowerLetter"/>
      </w:endnotePr>
      <w:pgSz w:w="11907" w:h="16840" w:code="9"/>
      <w:pgMar w:top="1440" w:right="1559" w:bottom="1440" w:left="1560" w:header="720" w:footer="720" w:gutter="0"/>
      <w:cols w:space="720"/>
      <w:bidi/>
      <w:rtlGutter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28B6" w:rsidRDefault="006D28B6">
      <w:r>
        <w:separator/>
      </w:r>
    </w:p>
  </w:endnote>
  <w:endnote w:type="continuationSeparator" w:id="0">
    <w:p w:rsidR="006D28B6" w:rsidRDefault="006D28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riam">
    <w:panose1 w:val="020B0502050101010101"/>
    <w:charset w:val="B1"/>
    <w:family w:val="swiss"/>
    <w:pitch w:val="variable"/>
    <w:sig w:usb0="00000801" w:usb1="00000000" w:usb2="00000000" w:usb3="00000000" w:csb0="00000020" w:csb1="00000000"/>
  </w:font>
  <w:font w:name="Tahoma">
    <w:panose1 w:val="020B0604030504040204"/>
    <w:charset w:val="B1"/>
    <w:family w:val="swiss"/>
    <w:notTrueType/>
    <w:pitch w:val="variable"/>
    <w:sig w:usb0="00000801" w:usb1="00000000" w:usb2="00000000" w:usb3="00000000" w:csb0="0000002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B4B" w:rsidRDefault="00FD0B4B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B4B" w:rsidRDefault="00C238D7" w:rsidP="0033549D">
    <w:pPr>
      <w:pStyle w:val="a4"/>
      <w:jc w:val="center"/>
      <w:rPr>
        <w:szCs w:val="24"/>
        <w:rtl/>
        <w:lang w:eastAsia="en-US"/>
      </w:rPr>
    </w:pPr>
    <w:r>
      <w:rPr>
        <w:rFonts w:cs="Miriam"/>
        <w:noProof/>
        <w:rtl/>
        <w:lang w:eastAsia="en-US"/>
      </w:rPr>
      <mc:AlternateContent>
        <mc:Choice Requires="wps">
          <w:drawing>
            <wp:anchor distT="4294967295" distB="4294967295" distL="114300" distR="114300" simplePos="0" relativeHeight="251661824" behindDoc="0" locked="0" layoutInCell="0" allowOverlap="1" wp14:anchorId="5C71FCAC" wp14:editId="1BF74401">
              <wp:simplePos x="0" y="0"/>
              <wp:positionH relativeFrom="page">
                <wp:posOffset>1280160</wp:posOffset>
              </wp:positionH>
              <wp:positionV relativeFrom="paragraph">
                <wp:posOffset>48259</wp:posOffset>
              </wp:positionV>
              <wp:extent cx="5029200" cy="0"/>
              <wp:effectExtent l="0" t="0" r="19050" b="1905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029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left:0;text-align:left;z-index:25166182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text;mso-width-percent:0;mso-height-percent:0;mso-width-relative:page;mso-height-relative:page" from="100.8pt,3.8pt" to="496.8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" o:allowincell="f">
              <w10:wrap anchorx="page"/>
            </v:line>
          </w:pict>
        </mc:Fallback>
      </mc:AlternateContent>
    </w:r>
  </w:p>
  <w:p w:rsidR="00FD0B4B" w:rsidRDefault="00FD0B4B" w:rsidP="0033549D">
    <w:pPr>
      <w:pStyle w:val="a4"/>
      <w:jc w:val="center"/>
      <w:rPr>
        <w:szCs w:val="24"/>
        <w:rtl/>
        <w:lang w:eastAsia="en-US"/>
      </w:rPr>
    </w:pPr>
  </w:p>
  <w:p w:rsidR="00FD0B4B" w:rsidRPr="00D33DFD" w:rsidRDefault="00FD0B4B" w:rsidP="0033549D">
    <w:pPr>
      <w:pStyle w:val="a4"/>
      <w:jc w:val="center"/>
      <w:rPr>
        <w:color w:val="1F497D" w:themeColor="text2"/>
        <w:sz w:val="20"/>
        <w:szCs w:val="22"/>
        <w:rtl/>
        <w:lang w:eastAsia="en-US"/>
      </w:rPr>
    </w:pPr>
    <w:r w:rsidRPr="00D33DFD">
      <w:rPr>
        <w:rStyle w:val="citystreet"/>
        <w:color w:val="1F497D" w:themeColor="text2"/>
        <w:rtl/>
      </w:rPr>
      <w:t>רחוב ירמיהו 39, ירושלים</w:t>
    </w:r>
    <w:r w:rsidRPr="00D33DFD">
      <w:rPr>
        <w:rStyle w:val="citystreet"/>
        <w:color w:val="1F497D" w:themeColor="text2"/>
      </w:rPr>
      <w:t xml:space="preserve"> </w:t>
    </w:r>
    <w:r w:rsidRPr="00D33DFD">
      <w:rPr>
        <w:rStyle w:val="citystreet"/>
        <w:color w:val="1F497D" w:themeColor="text2"/>
        <w:rtl/>
      </w:rPr>
      <w:t>מיקוד: 9446724</w:t>
    </w:r>
    <w:r w:rsidRPr="00D33DFD">
      <w:rPr>
        <w:color w:val="1F497D" w:themeColor="text2"/>
        <w:sz w:val="20"/>
        <w:szCs w:val="22"/>
        <w:rtl/>
        <w:lang w:eastAsia="en-US"/>
      </w:rPr>
      <w:t>.</w:t>
    </w:r>
    <w:r w:rsidRPr="00D33DFD">
      <w:rPr>
        <w:rFonts w:hint="cs"/>
        <w:color w:val="1F497D" w:themeColor="text2"/>
        <w:sz w:val="20"/>
        <w:szCs w:val="22"/>
        <w:rtl/>
        <w:lang w:eastAsia="en-US"/>
      </w:rPr>
      <w:t xml:space="preserve"> טלפון-</w:t>
    </w:r>
    <w:r w:rsidRPr="00D33DFD">
      <w:rPr>
        <w:color w:val="1F497D" w:themeColor="text2"/>
        <w:sz w:val="20"/>
        <w:szCs w:val="22"/>
        <w:rtl/>
        <w:lang w:eastAsia="en-US"/>
      </w:rPr>
      <w:t xml:space="preserve"> </w:t>
    </w:r>
    <w:r w:rsidRPr="00D33DFD">
      <w:rPr>
        <w:rFonts w:hint="cs"/>
        <w:color w:val="1F497D" w:themeColor="text2"/>
        <w:sz w:val="20"/>
        <w:szCs w:val="22"/>
        <w:rtl/>
        <w:lang w:eastAsia="en-US"/>
      </w:rPr>
      <w:t>02-5081000</w:t>
    </w:r>
  </w:p>
  <w:p w:rsidR="00FD0B4B" w:rsidRPr="00307918" w:rsidRDefault="00FD0B4B" w:rsidP="0033549D">
    <w:pPr>
      <w:pStyle w:val="a4"/>
      <w:jc w:val="center"/>
      <w:rPr>
        <w:sz w:val="20"/>
        <w:szCs w:val="22"/>
        <w:rtl/>
        <w:lang w:eastAsia="en-US"/>
      </w:rPr>
    </w:pPr>
  </w:p>
  <w:p w:rsidR="00FD0B4B" w:rsidRDefault="00FD0B4B" w:rsidP="0033549D">
    <w:pPr>
      <w:pStyle w:val="a4"/>
      <w:jc w:val="center"/>
      <w:rPr>
        <w:sz w:val="20"/>
        <w:szCs w:val="22"/>
        <w:rtl/>
        <w:lang w:eastAsia="en-US"/>
      </w:rPr>
    </w:pPr>
    <w:r>
      <w:rPr>
        <w:rStyle w:val="a5"/>
        <w:rFonts w:hint="cs"/>
        <w:rtl/>
      </w:rPr>
      <w:t xml:space="preserve"> - </w:t>
    </w: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6F1C78">
      <w:rPr>
        <w:rStyle w:val="a5"/>
        <w:noProof/>
        <w:rtl/>
      </w:rPr>
      <w:t>1</w:t>
    </w:r>
    <w:r>
      <w:rPr>
        <w:rStyle w:val="a5"/>
      </w:rPr>
      <w:fldChar w:fldCharType="end"/>
    </w:r>
    <w:r>
      <w:rPr>
        <w:rStyle w:val="a5"/>
        <w:rFonts w:hint="cs"/>
        <w:rtl/>
      </w:rPr>
      <w:t xml:space="preserve"> -</w:t>
    </w:r>
  </w:p>
  <w:p w:rsidR="00FD0B4B" w:rsidRPr="0033549D" w:rsidRDefault="00FD0B4B" w:rsidP="0033549D">
    <w:pPr>
      <w:pStyle w:val="a4"/>
      <w:rPr>
        <w:sz w:val="20"/>
        <w:szCs w:val="24"/>
        <w:rtl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B4B" w:rsidRDefault="00FD0B4B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28B6" w:rsidRDefault="006D28B6">
      <w:r>
        <w:separator/>
      </w:r>
    </w:p>
  </w:footnote>
  <w:footnote w:type="continuationSeparator" w:id="0">
    <w:p w:rsidR="006D28B6" w:rsidRDefault="006D28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B4B" w:rsidRDefault="00FD0B4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B4B" w:rsidRPr="00245D99" w:rsidRDefault="00FD0B4B" w:rsidP="0033549D">
    <w:pPr>
      <w:pStyle w:val="a3"/>
      <w:tabs>
        <w:tab w:val="left" w:pos="6963"/>
      </w:tabs>
      <w:rPr>
        <w:b/>
        <w:bCs/>
        <w:color w:val="FF0000"/>
        <w:sz w:val="20"/>
        <w:rtl/>
        <w:lang w:eastAsia="en-US"/>
      </w:rPr>
    </w:pPr>
    <w:r>
      <w:rPr>
        <w:rFonts w:ascii="Calibri" w:hAnsi="Calibri" w:cs="Calibri"/>
        <w:noProof/>
        <w:sz w:val="22"/>
        <w:szCs w:val="22"/>
        <w:lang w:eastAsia="en-US"/>
      </w:rPr>
      <w:drawing>
        <wp:inline distT="0" distB="0" distL="0" distR="0" wp14:anchorId="4022D49B" wp14:editId="13432124">
          <wp:extent cx="1433540" cy="616688"/>
          <wp:effectExtent l="19050" t="0" r="0" b="0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7611" cy="61668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33549D">
      <w:rPr>
        <w:b/>
        <w:bCs/>
        <w:noProof/>
        <w:color w:val="FF0000"/>
        <w:sz w:val="20"/>
        <w:rtl/>
        <w:lang w:eastAsia="en-US"/>
      </w:rPr>
      <w:drawing>
        <wp:anchor distT="0" distB="0" distL="114300" distR="114300" simplePos="0" relativeHeight="251659776" behindDoc="1" locked="0" layoutInCell="1" allowOverlap="1" wp14:anchorId="115B2BF6" wp14:editId="71B23396">
          <wp:simplePos x="0" y="0"/>
          <wp:positionH relativeFrom="column">
            <wp:posOffset>-365494</wp:posOffset>
          </wp:positionH>
          <wp:positionV relativeFrom="paragraph">
            <wp:posOffset>-233916</wp:posOffset>
          </wp:positionV>
          <wp:extent cx="5945815" cy="2158409"/>
          <wp:effectExtent l="19050" t="0" r="1" b="0"/>
          <wp:wrapNone/>
          <wp:docPr id="3" name="תמונה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תמונה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t="56680"/>
                  <a:stretch>
                    <a:fillRect/>
                  </a:stretch>
                </pic:blipFill>
                <pic:spPr bwMode="auto">
                  <a:xfrm>
                    <a:off x="0" y="0"/>
                    <a:ext cx="5943599" cy="215840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FD0B4B" w:rsidRPr="00245D99" w:rsidRDefault="00FD0B4B" w:rsidP="0033549D">
    <w:pPr>
      <w:pStyle w:val="a3"/>
      <w:tabs>
        <w:tab w:val="left" w:pos="6963"/>
      </w:tabs>
      <w:rPr>
        <w:b/>
        <w:bCs/>
        <w:color w:val="1F497D" w:themeColor="text2"/>
        <w:sz w:val="20"/>
        <w:rtl/>
        <w:lang w:eastAsia="en-US"/>
      </w:rPr>
    </w:pPr>
    <w:r w:rsidRPr="00245D99">
      <w:rPr>
        <w:b/>
        <w:bCs/>
        <w:color w:val="1F497D" w:themeColor="text2"/>
        <w:sz w:val="20"/>
        <w:rtl/>
        <w:lang w:eastAsia="en-US"/>
      </w:rPr>
      <w:t xml:space="preserve">אגף לשירותי מידע ומחשוב                                                 </w:t>
    </w:r>
    <w:r w:rsidRPr="00245D99">
      <w:rPr>
        <w:rFonts w:hint="cs"/>
        <w:b/>
        <w:bCs/>
        <w:color w:val="1F497D" w:themeColor="text2"/>
        <w:sz w:val="20"/>
        <w:rtl/>
        <w:lang w:eastAsia="en-US"/>
      </w:rPr>
      <w:t xml:space="preserve">     </w:t>
    </w:r>
    <w:r w:rsidRPr="00245D99">
      <w:rPr>
        <w:b/>
        <w:bCs/>
        <w:color w:val="1F497D" w:themeColor="text2"/>
        <w:sz w:val="20"/>
        <w:rtl/>
        <w:lang w:eastAsia="en-US"/>
      </w:rPr>
      <w:t xml:space="preserve">  </w:t>
    </w:r>
    <w:r w:rsidRPr="00245D99">
      <w:rPr>
        <w:rFonts w:hint="cs"/>
        <w:b/>
        <w:bCs/>
        <w:color w:val="1F497D" w:themeColor="text2"/>
        <w:sz w:val="20"/>
        <w:rtl/>
        <w:lang w:eastAsia="en-US"/>
      </w:rPr>
      <w:t xml:space="preserve">   </w:t>
    </w:r>
    <w:r w:rsidRPr="00245D99">
      <w:rPr>
        <w:b/>
        <w:bCs/>
        <w:color w:val="1F497D" w:themeColor="text2"/>
        <w:sz w:val="20"/>
        <w:rtl/>
        <w:lang w:eastAsia="en-US"/>
      </w:rPr>
      <w:t xml:space="preserve"> </w:t>
    </w:r>
  </w:p>
  <w:p w:rsidR="00FD0B4B" w:rsidRDefault="00FD0B4B" w:rsidP="0033549D">
    <w:pPr>
      <w:pStyle w:val="a3"/>
      <w:tabs>
        <w:tab w:val="left" w:pos="6963"/>
      </w:tabs>
      <w:ind w:left="4153" w:hanging="4153"/>
      <w:rPr>
        <w:b/>
        <w:bCs/>
        <w:sz w:val="20"/>
        <w:rtl/>
        <w:lang w:eastAsia="en-US"/>
      </w:rPr>
    </w:pPr>
    <w:r w:rsidRPr="00E9123A">
      <w:rPr>
        <w:b/>
        <w:bCs/>
        <w:color w:val="1F497D" w:themeColor="text2"/>
        <w:sz w:val="20"/>
        <w:lang w:eastAsia="en-US"/>
      </w:rPr>
      <w:t>The Division of Information Technology</w:t>
    </w:r>
  </w:p>
  <w:p w:rsidR="00FD0B4B" w:rsidRDefault="00FD0B4B" w:rsidP="008C2D2B">
    <w:pPr>
      <w:pStyle w:val="a3"/>
      <w:jc w:val="center"/>
      <w:rPr>
        <w:b/>
        <w:bCs/>
        <w:sz w:val="20"/>
        <w:lang w:eastAsia="en-US"/>
      </w:rPr>
    </w:pPr>
  </w:p>
  <w:p w:rsidR="00FD0B4B" w:rsidRDefault="00FD0B4B" w:rsidP="008C2D2B">
    <w:pPr>
      <w:pStyle w:val="a3"/>
      <w:tabs>
        <w:tab w:val="left" w:pos="6963"/>
      </w:tabs>
      <w:ind w:left="4153" w:hanging="4153"/>
      <w:rPr>
        <w:b/>
        <w:bCs/>
        <w:sz w:val="20"/>
        <w:rtl/>
        <w:lang w:eastAsia="en-US"/>
      </w:rPr>
    </w:pPr>
    <w:r>
      <w:rPr>
        <w:rFonts w:hint="cs"/>
        <w:b/>
        <w:bCs/>
        <w:sz w:val="20"/>
        <w:rtl/>
        <w:lang w:eastAsia="en-US"/>
      </w:rPr>
      <w:t xml:space="preserve">              </w:t>
    </w:r>
  </w:p>
  <w:p w:rsidR="00FD0B4B" w:rsidRDefault="00FD0B4B" w:rsidP="00A1431D">
    <w:pPr>
      <w:pStyle w:val="a3"/>
      <w:tabs>
        <w:tab w:val="left" w:pos="6963"/>
      </w:tabs>
      <w:rPr>
        <w:b/>
        <w:bCs/>
        <w:sz w:val="20"/>
        <w:lang w:eastAsia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B4B" w:rsidRDefault="00FD0B4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243C5"/>
    <w:multiLevelType w:val="hybridMultilevel"/>
    <w:tmpl w:val="4CAA87C0"/>
    <w:lvl w:ilvl="0" w:tplc="16948EA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D8530D"/>
    <w:multiLevelType w:val="hybridMultilevel"/>
    <w:tmpl w:val="B890DE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621347"/>
    <w:multiLevelType w:val="hybridMultilevel"/>
    <w:tmpl w:val="8920F6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0E7FC5"/>
    <w:multiLevelType w:val="hybridMultilevel"/>
    <w:tmpl w:val="555404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DF740E"/>
    <w:multiLevelType w:val="hybridMultilevel"/>
    <w:tmpl w:val="26FA9724"/>
    <w:lvl w:ilvl="0" w:tplc="D2A6E5B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25C48A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74AF5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D223A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A6A78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18E24B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D08B9A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DEC63F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8204BF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52C5D49"/>
    <w:multiLevelType w:val="multilevel"/>
    <w:tmpl w:val="725212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1864627F"/>
    <w:multiLevelType w:val="hybridMultilevel"/>
    <w:tmpl w:val="0930D6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37145B80">
      <w:start w:val="1"/>
      <w:numFmt w:val="hebrew1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0A5417"/>
    <w:multiLevelType w:val="hybridMultilevel"/>
    <w:tmpl w:val="8342F9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E2028E"/>
    <w:multiLevelType w:val="hybridMultilevel"/>
    <w:tmpl w:val="6A024C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55D1043"/>
    <w:multiLevelType w:val="hybridMultilevel"/>
    <w:tmpl w:val="1FF6A7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99719E"/>
    <w:multiLevelType w:val="hybridMultilevel"/>
    <w:tmpl w:val="CBDA05D0"/>
    <w:lvl w:ilvl="0" w:tplc="FD90191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08144D"/>
    <w:multiLevelType w:val="hybridMultilevel"/>
    <w:tmpl w:val="A40E4B12"/>
    <w:lvl w:ilvl="0" w:tplc="41F82A2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785B7C"/>
    <w:multiLevelType w:val="hybridMultilevel"/>
    <w:tmpl w:val="CB9A75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E73E7F"/>
    <w:multiLevelType w:val="hybridMultilevel"/>
    <w:tmpl w:val="50343E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3172DE"/>
    <w:multiLevelType w:val="hybridMultilevel"/>
    <w:tmpl w:val="D8B2E5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7D77DB"/>
    <w:multiLevelType w:val="hybridMultilevel"/>
    <w:tmpl w:val="B2D64154"/>
    <w:lvl w:ilvl="0" w:tplc="75105B9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49C1035"/>
    <w:multiLevelType w:val="hybridMultilevel"/>
    <w:tmpl w:val="EA1A76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FE56E91"/>
    <w:multiLevelType w:val="hybridMultilevel"/>
    <w:tmpl w:val="ED70A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133AB1"/>
    <w:multiLevelType w:val="hybridMultilevel"/>
    <w:tmpl w:val="4E0EE976"/>
    <w:lvl w:ilvl="0" w:tplc="FA1CC980">
      <w:start w:val="1"/>
      <w:numFmt w:val="decimal"/>
      <w:lvlText w:val="%1."/>
      <w:lvlJc w:val="left"/>
      <w:pPr>
        <w:ind w:left="720" w:hanging="360"/>
      </w:pPr>
      <w:rPr>
        <w:lang w:bidi="he-IL"/>
      </w:rPr>
    </w:lvl>
    <w:lvl w:ilvl="1" w:tplc="04090013">
      <w:start w:val="1"/>
      <w:numFmt w:val="hebrew1"/>
      <w:lvlText w:val="%2."/>
      <w:lvlJc w:val="center"/>
      <w:pPr>
        <w:ind w:left="1440" w:hanging="360"/>
      </w:pPr>
      <w:rPr>
        <w:rFonts w:hint="default"/>
        <w:sz w:val="28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015046"/>
    <w:multiLevelType w:val="hybridMultilevel"/>
    <w:tmpl w:val="BF48A1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6FF774D"/>
    <w:multiLevelType w:val="hybridMultilevel"/>
    <w:tmpl w:val="28A252CE"/>
    <w:lvl w:ilvl="0" w:tplc="75105B9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6F1E38"/>
    <w:multiLevelType w:val="hybridMultilevel"/>
    <w:tmpl w:val="F52423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BCD3825"/>
    <w:multiLevelType w:val="hybridMultilevel"/>
    <w:tmpl w:val="46687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C691475"/>
    <w:multiLevelType w:val="hybridMultilevel"/>
    <w:tmpl w:val="FDD22D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C743EA6"/>
    <w:multiLevelType w:val="hybridMultilevel"/>
    <w:tmpl w:val="2A52E0C8"/>
    <w:lvl w:ilvl="0" w:tplc="75105B9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ED2225B"/>
    <w:multiLevelType w:val="hybridMultilevel"/>
    <w:tmpl w:val="1FB23352"/>
    <w:lvl w:ilvl="0" w:tplc="6CFEA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F815F03"/>
    <w:multiLevelType w:val="hybridMultilevel"/>
    <w:tmpl w:val="8B84B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13B1830"/>
    <w:multiLevelType w:val="hybridMultilevel"/>
    <w:tmpl w:val="2076C14E"/>
    <w:lvl w:ilvl="0" w:tplc="07F8EF64">
      <w:start w:val="1"/>
      <w:numFmt w:val="decimal"/>
      <w:lvlText w:val="%1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B23C73"/>
    <w:multiLevelType w:val="hybridMultilevel"/>
    <w:tmpl w:val="7D3282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5FD0807"/>
    <w:multiLevelType w:val="hybridMultilevel"/>
    <w:tmpl w:val="504CD7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A51121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5D583FB8"/>
    <w:multiLevelType w:val="hybridMultilevel"/>
    <w:tmpl w:val="4BD6B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CF7AEC"/>
    <w:multiLevelType w:val="hybridMultilevel"/>
    <w:tmpl w:val="60785AFC"/>
    <w:lvl w:ilvl="0" w:tplc="07F8EF64">
      <w:start w:val="1"/>
      <w:numFmt w:val="decimal"/>
      <w:lvlText w:val="%1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F050F97"/>
    <w:multiLevelType w:val="hybridMultilevel"/>
    <w:tmpl w:val="755CC4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F7D17FE"/>
    <w:multiLevelType w:val="hybridMultilevel"/>
    <w:tmpl w:val="545A8E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8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247100F"/>
    <w:multiLevelType w:val="hybridMultilevel"/>
    <w:tmpl w:val="869ED8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40B46A7"/>
    <w:multiLevelType w:val="multilevel"/>
    <w:tmpl w:val="CBB225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>
    <w:nsid w:val="6F3228AF"/>
    <w:multiLevelType w:val="hybridMultilevel"/>
    <w:tmpl w:val="13EE17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FB11AC3"/>
    <w:multiLevelType w:val="hybridMultilevel"/>
    <w:tmpl w:val="E3023F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28471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>
    <w:nsid w:val="733E58F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>
    <w:nsid w:val="74CF6F1E"/>
    <w:multiLevelType w:val="hybridMultilevel"/>
    <w:tmpl w:val="2124A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58422B8"/>
    <w:multiLevelType w:val="hybridMultilevel"/>
    <w:tmpl w:val="3DE61654"/>
    <w:lvl w:ilvl="0" w:tplc="DC08AA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bidi="he-I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B8C720B"/>
    <w:multiLevelType w:val="hybridMultilevel"/>
    <w:tmpl w:val="C7EC34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D1B5A59"/>
    <w:multiLevelType w:val="hybridMultilevel"/>
    <w:tmpl w:val="8F32FB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FE379B1"/>
    <w:multiLevelType w:val="hybridMultilevel"/>
    <w:tmpl w:val="A246E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1"/>
  </w:num>
  <w:num w:numId="3">
    <w:abstractNumId w:val="10"/>
  </w:num>
  <w:num w:numId="4">
    <w:abstractNumId w:val="26"/>
  </w:num>
  <w:num w:numId="5">
    <w:abstractNumId w:val="11"/>
  </w:num>
  <w:num w:numId="6">
    <w:abstractNumId w:val="30"/>
  </w:num>
  <w:num w:numId="7">
    <w:abstractNumId w:val="29"/>
  </w:num>
  <w:num w:numId="8">
    <w:abstractNumId w:val="18"/>
  </w:num>
  <w:num w:numId="9">
    <w:abstractNumId w:val="34"/>
  </w:num>
  <w:num w:numId="10">
    <w:abstractNumId w:val="9"/>
  </w:num>
  <w:num w:numId="11">
    <w:abstractNumId w:val="36"/>
  </w:num>
  <w:num w:numId="12">
    <w:abstractNumId w:val="39"/>
  </w:num>
  <w:num w:numId="13">
    <w:abstractNumId w:val="5"/>
  </w:num>
  <w:num w:numId="14">
    <w:abstractNumId w:val="32"/>
  </w:num>
  <w:num w:numId="15">
    <w:abstractNumId w:val="27"/>
  </w:num>
  <w:num w:numId="16">
    <w:abstractNumId w:val="31"/>
  </w:num>
  <w:num w:numId="17">
    <w:abstractNumId w:val="3"/>
  </w:num>
  <w:num w:numId="18">
    <w:abstractNumId w:val="6"/>
  </w:num>
  <w:num w:numId="19">
    <w:abstractNumId w:val="28"/>
  </w:num>
  <w:num w:numId="20">
    <w:abstractNumId w:val="16"/>
  </w:num>
  <w:num w:numId="21">
    <w:abstractNumId w:val="33"/>
  </w:num>
  <w:num w:numId="22">
    <w:abstractNumId w:val="35"/>
  </w:num>
  <w:num w:numId="23">
    <w:abstractNumId w:val="25"/>
  </w:num>
  <w:num w:numId="24">
    <w:abstractNumId w:val="0"/>
  </w:num>
  <w:num w:numId="25">
    <w:abstractNumId w:val="20"/>
  </w:num>
  <w:num w:numId="26">
    <w:abstractNumId w:val="2"/>
  </w:num>
  <w:num w:numId="27">
    <w:abstractNumId w:val="24"/>
  </w:num>
  <w:num w:numId="28">
    <w:abstractNumId w:val="15"/>
  </w:num>
  <w:num w:numId="29">
    <w:abstractNumId w:val="8"/>
  </w:num>
  <w:num w:numId="30">
    <w:abstractNumId w:val="45"/>
  </w:num>
  <w:num w:numId="31">
    <w:abstractNumId w:val="17"/>
  </w:num>
  <w:num w:numId="32">
    <w:abstractNumId w:val="19"/>
  </w:num>
  <w:num w:numId="33">
    <w:abstractNumId w:val="1"/>
  </w:num>
  <w:num w:numId="34">
    <w:abstractNumId w:val="7"/>
  </w:num>
  <w:num w:numId="35">
    <w:abstractNumId w:val="43"/>
  </w:num>
  <w:num w:numId="36">
    <w:abstractNumId w:val="40"/>
  </w:num>
  <w:num w:numId="37">
    <w:abstractNumId w:val="4"/>
  </w:num>
  <w:num w:numId="38">
    <w:abstractNumId w:val="22"/>
  </w:num>
  <w:num w:numId="39">
    <w:abstractNumId w:val="38"/>
  </w:num>
  <w:num w:numId="40">
    <w:abstractNumId w:val="14"/>
  </w:num>
  <w:num w:numId="41">
    <w:abstractNumId w:val="41"/>
  </w:num>
  <w:num w:numId="42">
    <w:abstractNumId w:val="23"/>
  </w:num>
  <w:num w:numId="43">
    <w:abstractNumId w:val="37"/>
  </w:num>
  <w:num w:numId="44">
    <w:abstractNumId w:val="44"/>
  </w:num>
  <w:num w:numId="45">
    <w:abstractNumId w:val="42"/>
  </w:num>
  <w:num w:numId="46">
    <w:abstractNumId w:val="1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numFmt w:val="lowerLetter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F72"/>
    <w:rsid w:val="0000072D"/>
    <w:rsid w:val="00011071"/>
    <w:rsid w:val="000210B9"/>
    <w:rsid w:val="00023683"/>
    <w:rsid w:val="0002428D"/>
    <w:rsid w:val="000304F2"/>
    <w:rsid w:val="00030DD8"/>
    <w:rsid w:val="00031706"/>
    <w:rsid w:val="000327A8"/>
    <w:rsid w:val="00033E5F"/>
    <w:rsid w:val="00033E85"/>
    <w:rsid w:val="00035ACB"/>
    <w:rsid w:val="00037E72"/>
    <w:rsid w:val="00064784"/>
    <w:rsid w:val="00084330"/>
    <w:rsid w:val="0008495B"/>
    <w:rsid w:val="0008560D"/>
    <w:rsid w:val="00090E99"/>
    <w:rsid w:val="00092DE9"/>
    <w:rsid w:val="000935E0"/>
    <w:rsid w:val="000A4804"/>
    <w:rsid w:val="000B1795"/>
    <w:rsid w:val="000B2556"/>
    <w:rsid w:val="000B5BE1"/>
    <w:rsid w:val="000C2916"/>
    <w:rsid w:val="000C43FD"/>
    <w:rsid w:val="000C502D"/>
    <w:rsid w:val="000D11B8"/>
    <w:rsid w:val="000D1C15"/>
    <w:rsid w:val="000E0081"/>
    <w:rsid w:val="000E534D"/>
    <w:rsid w:val="000E5E53"/>
    <w:rsid w:val="000F10A7"/>
    <w:rsid w:val="000F1D60"/>
    <w:rsid w:val="000F49A8"/>
    <w:rsid w:val="000F5C06"/>
    <w:rsid w:val="000F63DE"/>
    <w:rsid w:val="00100659"/>
    <w:rsid w:val="00102076"/>
    <w:rsid w:val="001038BD"/>
    <w:rsid w:val="0010477C"/>
    <w:rsid w:val="00104BD0"/>
    <w:rsid w:val="0011407E"/>
    <w:rsid w:val="00124DB6"/>
    <w:rsid w:val="0012757E"/>
    <w:rsid w:val="00134485"/>
    <w:rsid w:val="00134A64"/>
    <w:rsid w:val="00137BF2"/>
    <w:rsid w:val="001559AE"/>
    <w:rsid w:val="00167044"/>
    <w:rsid w:val="00177A8E"/>
    <w:rsid w:val="00184B41"/>
    <w:rsid w:val="0019551C"/>
    <w:rsid w:val="00195775"/>
    <w:rsid w:val="00196328"/>
    <w:rsid w:val="00196E54"/>
    <w:rsid w:val="001A1E44"/>
    <w:rsid w:val="001A2392"/>
    <w:rsid w:val="001A3D5D"/>
    <w:rsid w:val="001A56E0"/>
    <w:rsid w:val="001A676C"/>
    <w:rsid w:val="001C1400"/>
    <w:rsid w:val="001D7F7B"/>
    <w:rsid w:val="001F631E"/>
    <w:rsid w:val="001F6AC2"/>
    <w:rsid w:val="0020057E"/>
    <w:rsid w:val="00203B0F"/>
    <w:rsid w:val="00204EB1"/>
    <w:rsid w:val="002050AB"/>
    <w:rsid w:val="0020740C"/>
    <w:rsid w:val="00213653"/>
    <w:rsid w:val="00216C51"/>
    <w:rsid w:val="00217C78"/>
    <w:rsid w:val="002230BB"/>
    <w:rsid w:val="00227FA1"/>
    <w:rsid w:val="0023233B"/>
    <w:rsid w:val="00235CC1"/>
    <w:rsid w:val="00236DA1"/>
    <w:rsid w:val="0025183C"/>
    <w:rsid w:val="00254295"/>
    <w:rsid w:val="00263844"/>
    <w:rsid w:val="002675B0"/>
    <w:rsid w:val="00281CF1"/>
    <w:rsid w:val="00283723"/>
    <w:rsid w:val="00283FF0"/>
    <w:rsid w:val="00291072"/>
    <w:rsid w:val="00292716"/>
    <w:rsid w:val="00294630"/>
    <w:rsid w:val="002961AA"/>
    <w:rsid w:val="00296B8C"/>
    <w:rsid w:val="002A7578"/>
    <w:rsid w:val="002C5B4F"/>
    <w:rsid w:val="002D0145"/>
    <w:rsid w:val="002D12A3"/>
    <w:rsid w:val="002D3AE2"/>
    <w:rsid w:val="002E1E16"/>
    <w:rsid w:val="002E4C5D"/>
    <w:rsid w:val="002F2834"/>
    <w:rsid w:val="002F3770"/>
    <w:rsid w:val="003021A8"/>
    <w:rsid w:val="00303D4F"/>
    <w:rsid w:val="00307918"/>
    <w:rsid w:val="003164F8"/>
    <w:rsid w:val="003308B1"/>
    <w:rsid w:val="00331BB4"/>
    <w:rsid w:val="00332366"/>
    <w:rsid w:val="0033549D"/>
    <w:rsid w:val="003354F8"/>
    <w:rsid w:val="0034716D"/>
    <w:rsid w:val="003527F7"/>
    <w:rsid w:val="003542A1"/>
    <w:rsid w:val="00364CD5"/>
    <w:rsid w:val="00367C08"/>
    <w:rsid w:val="00372BF5"/>
    <w:rsid w:val="00374DD9"/>
    <w:rsid w:val="00381667"/>
    <w:rsid w:val="003851E9"/>
    <w:rsid w:val="00385FB3"/>
    <w:rsid w:val="00391657"/>
    <w:rsid w:val="003A249B"/>
    <w:rsid w:val="003A6170"/>
    <w:rsid w:val="003B6841"/>
    <w:rsid w:val="003B6C93"/>
    <w:rsid w:val="003C26EA"/>
    <w:rsid w:val="003C52B5"/>
    <w:rsid w:val="003D4649"/>
    <w:rsid w:val="003D4698"/>
    <w:rsid w:val="003D6BB8"/>
    <w:rsid w:val="003E0F32"/>
    <w:rsid w:val="003E2A27"/>
    <w:rsid w:val="003E42BE"/>
    <w:rsid w:val="003E59E8"/>
    <w:rsid w:val="003E5D46"/>
    <w:rsid w:val="003F1B65"/>
    <w:rsid w:val="003F27EB"/>
    <w:rsid w:val="00400D22"/>
    <w:rsid w:val="0040235D"/>
    <w:rsid w:val="00406E53"/>
    <w:rsid w:val="00414FF4"/>
    <w:rsid w:val="00417D40"/>
    <w:rsid w:val="00420D1A"/>
    <w:rsid w:val="00421A19"/>
    <w:rsid w:val="00424118"/>
    <w:rsid w:val="00431801"/>
    <w:rsid w:val="00435726"/>
    <w:rsid w:val="004367A3"/>
    <w:rsid w:val="00442F5E"/>
    <w:rsid w:val="00445506"/>
    <w:rsid w:val="00460236"/>
    <w:rsid w:val="00465DE1"/>
    <w:rsid w:val="00466724"/>
    <w:rsid w:val="00470F47"/>
    <w:rsid w:val="004723DA"/>
    <w:rsid w:val="0049062A"/>
    <w:rsid w:val="004936F4"/>
    <w:rsid w:val="00494634"/>
    <w:rsid w:val="0049737A"/>
    <w:rsid w:val="004A709E"/>
    <w:rsid w:val="004A718C"/>
    <w:rsid w:val="004A7857"/>
    <w:rsid w:val="004B4801"/>
    <w:rsid w:val="004B5A2F"/>
    <w:rsid w:val="004B6800"/>
    <w:rsid w:val="004C393A"/>
    <w:rsid w:val="004C5204"/>
    <w:rsid w:val="004E6E88"/>
    <w:rsid w:val="004F3B6D"/>
    <w:rsid w:val="00506041"/>
    <w:rsid w:val="005216AE"/>
    <w:rsid w:val="0052612C"/>
    <w:rsid w:val="005344DD"/>
    <w:rsid w:val="00540F7B"/>
    <w:rsid w:val="00545B4C"/>
    <w:rsid w:val="0055035C"/>
    <w:rsid w:val="005537DA"/>
    <w:rsid w:val="005554A9"/>
    <w:rsid w:val="005574A4"/>
    <w:rsid w:val="00560BCB"/>
    <w:rsid w:val="00567332"/>
    <w:rsid w:val="0057392F"/>
    <w:rsid w:val="00582BD2"/>
    <w:rsid w:val="00587800"/>
    <w:rsid w:val="0059354D"/>
    <w:rsid w:val="005A413E"/>
    <w:rsid w:val="005B2B42"/>
    <w:rsid w:val="005B45C5"/>
    <w:rsid w:val="005C23B7"/>
    <w:rsid w:val="005C5F32"/>
    <w:rsid w:val="005D6C59"/>
    <w:rsid w:val="005E4E70"/>
    <w:rsid w:val="005E6B42"/>
    <w:rsid w:val="005E7529"/>
    <w:rsid w:val="005F0B13"/>
    <w:rsid w:val="00603215"/>
    <w:rsid w:val="00606800"/>
    <w:rsid w:val="00610CE6"/>
    <w:rsid w:val="006147AF"/>
    <w:rsid w:val="006203FE"/>
    <w:rsid w:val="00622CA8"/>
    <w:rsid w:val="00624855"/>
    <w:rsid w:val="00625B81"/>
    <w:rsid w:val="006337FF"/>
    <w:rsid w:val="00634BA3"/>
    <w:rsid w:val="0064502B"/>
    <w:rsid w:val="0066698F"/>
    <w:rsid w:val="00680474"/>
    <w:rsid w:val="00681D20"/>
    <w:rsid w:val="0068629E"/>
    <w:rsid w:val="00687F65"/>
    <w:rsid w:val="006A3230"/>
    <w:rsid w:val="006A57E4"/>
    <w:rsid w:val="006B12D0"/>
    <w:rsid w:val="006B5BE7"/>
    <w:rsid w:val="006B7DB1"/>
    <w:rsid w:val="006C6441"/>
    <w:rsid w:val="006C707C"/>
    <w:rsid w:val="006D28B6"/>
    <w:rsid w:val="006D50C9"/>
    <w:rsid w:val="006F1C78"/>
    <w:rsid w:val="006F39ED"/>
    <w:rsid w:val="00701E9B"/>
    <w:rsid w:val="00702783"/>
    <w:rsid w:val="00705CE1"/>
    <w:rsid w:val="007101A3"/>
    <w:rsid w:val="00710B8E"/>
    <w:rsid w:val="007118BE"/>
    <w:rsid w:val="0072254D"/>
    <w:rsid w:val="00725EEE"/>
    <w:rsid w:val="007267EB"/>
    <w:rsid w:val="007274DB"/>
    <w:rsid w:val="007305A6"/>
    <w:rsid w:val="00737138"/>
    <w:rsid w:val="00746443"/>
    <w:rsid w:val="00753982"/>
    <w:rsid w:val="0076323B"/>
    <w:rsid w:val="00763B5D"/>
    <w:rsid w:val="00771364"/>
    <w:rsid w:val="007766CB"/>
    <w:rsid w:val="007800C3"/>
    <w:rsid w:val="007835C6"/>
    <w:rsid w:val="0078525C"/>
    <w:rsid w:val="007A3739"/>
    <w:rsid w:val="007A380F"/>
    <w:rsid w:val="007A3DC0"/>
    <w:rsid w:val="007B0819"/>
    <w:rsid w:val="007B47F1"/>
    <w:rsid w:val="007B5DB6"/>
    <w:rsid w:val="007B7E19"/>
    <w:rsid w:val="007C5111"/>
    <w:rsid w:val="007D3626"/>
    <w:rsid w:val="007E25DB"/>
    <w:rsid w:val="007F36BA"/>
    <w:rsid w:val="007F62B4"/>
    <w:rsid w:val="007F6EDC"/>
    <w:rsid w:val="00805D36"/>
    <w:rsid w:val="00811C54"/>
    <w:rsid w:val="008168C3"/>
    <w:rsid w:val="008242BF"/>
    <w:rsid w:val="00830D86"/>
    <w:rsid w:val="008401F3"/>
    <w:rsid w:val="00856C4F"/>
    <w:rsid w:val="00856DB3"/>
    <w:rsid w:val="00860CC9"/>
    <w:rsid w:val="00861022"/>
    <w:rsid w:val="0086128D"/>
    <w:rsid w:val="00877FFD"/>
    <w:rsid w:val="00886181"/>
    <w:rsid w:val="008867BE"/>
    <w:rsid w:val="00886E40"/>
    <w:rsid w:val="008A267C"/>
    <w:rsid w:val="008B49A9"/>
    <w:rsid w:val="008B72EE"/>
    <w:rsid w:val="008C2D2B"/>
    <w:rsid w:val="008C57DE"/>
    <w:rsid w:val="008C5F9D"/>
    <w:rsid w:val="008E279E"/>
    <w:rsid w:val="008E7887"/>
    <w:rsid w:val="008F30F5"/>
    <w:rsid w:val="009020DF"/>
    <w:rsid w:val="009041A7"/>
    <w:rsid w:val="00907861"/>
    <w:rsid w:val="00912D84"/>
    <w:rsid w:val="009208F4"/>
    <w:rsid w:val="00923F64"/>
    <w:rsid w:val="00926340"/>
    <w:rsid w:val="00927423"/>
    <w:rsid w:val="009402FF"/>
    <w:rsid w:val="009405E9"/>
    <w:rsid w:val="00944056"/>
    <w:rsid w:val="009449E6"/>
    <w:rsid w:val="0094534E"/>
    <w:rsid w:val="009500DE"/>
    <w:rsid w:val="00950BF9"/>
    <w:rsid w:val="00956757"/>
    <w:rsid w:val="00964671"/>
    <w:rsid w:val="0097341F"/>
    <w:rsid w:val="00980EB2"/>
    <w:rsid w:val="00985857"/>
    <w:rsid w:val="009867A0"/>
    <w:rsid w:val="00992F6C"/>
    <w:rsid w:val="009A1539"/>
    <w:rsid w:val="009A5201"/>
    <w:rsid w:val="009B0EC2"/>
    <w:rsid w:val="009B1B5A"/>
    <w:rsid w:val="009B32A8"/>
    <w:rsid w:val="009C157A"/>
    <w:rsid w:val="009D679A"/>
    <w:rsid w:val="009D7D55"/>
    <w:rsid w:val="009F08A4"/>
    <w:rsid w:val="009F2D1A"/>
    <w:rsid w:val="009F679E"/>
    <w:rsid w:val="009F7EE9"/>
    <w:rsid w:val="00A03B6A"/>
    <w:rsid w:val="00A1431D"/>
    <w:rsid w:val="00A1721E"/>
    <w:rsid w:val="00A204CB"/>
    <w:rsid w:val="00A30D0D"/>
    <w:rsid w:val="00A356A2"/>
    <w:rsid w:val="00A360EC"/>
    <w:rsid w:val="00A400DF"/>
    <w:rsid w:val="00A4103F"/>
    <w:rsid w:val="00A42034"/>
    <w:rsid w:val="00A45A0A"/>
    <w:rsid w:val="00A63717"/>
    <w:rsid w:val="00A73BA5"/>
    <w:rsid w:val="00A83070"/>
    <w:rsid w:val="00A843CB"/>
    <w:rsid w:val="00A858E8"/>
    <w:rsid w:val="00A91247"/>
    <w:rsid w:val="00A932B7"/>
    <w:rsid w:val="00A9701B"/>
    <w:rsid w:val="00AA1DBD"/>
    <w:rsid w:val="00AA7F14"/>
    <w:rsid w:val="00AC24F4"/>
    <w:rsid w:val="00AC7174"/>
    <w:rsid w:val="00AD599D"/>
    <w:rsid w:val="00B106D7"/>
    <w:rsid w:val="00B20A58"/>
    <w:rsid w:val="00B2573F"/>
    <w:rsid w:val="00B263C2"/>
    <w:rsid w:val="00B33216"/>
    <w:rsid w:val="00B453C5"/>
    <w:rsid w:val="00B46961"/>
    <w:rsid w:val="00B61518"/>
    <w:rsid w:val="00B633CF"/>
    <w:rsid w:val="00B6420A"/>
    <w:rsid w:val="00B657DC"/>
    <w:rsid w:val="00B80840"/>
    <w:rsid w:val="00B80CB2"/>
    <w:rsid w:val="00B85FB6"/>
    <w:rsid w:val="00B90831"/>
    <w:rsid w:val="00B9415B"/>
    <w:rsid w:val="00B96B29"/>
    <w:rsid w:val="00BA402D"/>
    <w:rsid w:val="00BB24DA"/>
    <w:rsid w:val="00BB69E6"/>
    <w:rsid w:val="00BC3242"/>
    <w:rsid w:val="00BE0E33"/>
    <w:rsid w:val="00BE0F78"/>
    <w:rsid w:val="00C014FC"/>
    <w:rsid w:val="00C05B8A"/>
    <w:rsid w:val="00C124EF"/>
    <w:rsid w:val="00C1451F"/>
    <w:rsid w:val="00C149CB"/>
    <w:rsid w:val="00C22490"/>
    <w:rsid w:val="00C23355"/>
    <w:rsid w:val="00C238D7"/>
    <w:rsid w:val="00C303B5"/>
    <w:rsid w:val="00C30983"/>
    <w:rsid w:val="00C33162"/>
    <w:rsid w:val="00C3731B"/>
    <w:rsid w:val="00C400F0"/>
    <w:rsid w:val="00C44161"/>
    <w:rsid w:val="00C457DA"/>
    <w:rsid w:val="00C47A53"/>
    <w:rsid w:val="00C54952"/>
    <w:rsid w:val="00C54E53"/>
    <w:rsid w:val="00C702DA"/>
    <w:rsid w:val="00C8068B"/>
    <w:rsid w:val="00C94D8A"/>
    <w:rsid w:val="00C95F0C"/>
    <w:rsid w:val="00C9718A"/>
    <w:rsid w:val="00CB78E0"/>
    <w:rsid w:val="00CC3458"/>
    <w:rsid w:val="00CC52F8"/>
    <w:rsid w:val="00CC7362"/>
    <w:rsid w:val="00CD2923"/>
    <w:rsid w:val="00CD3BB9"/>
    <w:rsid w:val="00CD5E75"/>
    <w:rsid w:val="00CE5B75"/>
    <w:rsid w:val="00CE6120"/>
    <w:rsid w:val="00CF0B98"/>
    <w:rsid w:val="00CF5AE6"/>
    <w:rsid w:val="00D03897"/>
    <w:rsid w:val="00D0603E"/>
    <w:rsid w:val="00D1030A"/>
    <w:rsid w:val="00D15D54"/>
    <w:rsid w:val="00D1610C"/>
    <w:rsid w:val="00D26C3B"/>
    <w:rsid w:val="00D35C55"/>
    <w:rsid w:val="00D41F25"/>
    <w:rsid w:val="00D42BBE"/>
    <w:rsid w:val="00D42E3C"/>
    <w:rsid w:val="00D540ED"/>
    <w:rsid w:val="00D546F7"/>
    <w:rsid w:val="00D571B9"/>
    <w:rsid w:val="00D67ACA"/>
    <w:rsid w:val="00D7028E"/>
    <w:rsid w:val="00D72B09"/>
    <w:rsid w:val="00D73090"/>
    <w:rsid w:val="00D739EA"/>
    <w:rsid w:val="00D748AD"/>
    <w:rsid w:val="00D806B7"/>
    <w:rsid w:val="00D80B02"/>
    <w:rsid w:val="00D82B1C"/>
    <w:rsid w:val="00D8412C"/>
    <w:rsid w:val="00D85F93"/>
    <w:rsid w:val="00D934AF"/>
    <w:rsid w:val="00D95982"/>
    <w:rsid w:val="00DA1759"/>
    <w:rsid w:val="00DA1F72"/>
    <w:rsid w:val="00DA33CF"/>
    <w:rsid w:val="00DA4DC9"/>
    <w:rsid w:val="00DA640E"/>
    <w:rsid w:val="00DB01A3"/>
    <w:rsid w:val="00DB39CB"/>
    <w:rsid w:val="00DB77B9"/>
    <w:rsid w:val="00DC640E"/>
    <w:rsid w:val="00DD08E5"/>
    <w:rsid w:val="00DD4AA0"/>
    <w:rsid w:val="00DE3ACE"/>
    <w:rsid w:val="00DE4E33"/>
    <w:rsid w:val="00DE60D8"/>
    <w:rsid w:val="00DF480A"/>
    <w:rsid w:val="00DF7988"/>
    <w:rsid w:val="00E03023"/>
    <w:rsid w:val="00E04941"/>
    <w:rsid w:val="00E05D52"/>
    <w:rsid w:val="00E10ADD"/>
    <w:rsid w:val="00E14949"/>
    <w:rsid w:val="00E165FE"/>
    <w:rsid w:val="00E2024B"/>
    <w:rsid w:val="00E2109E"/>
    <w:rsid w:val="00E21E38"/>
    <w:rsid w:val="00E27472"/>
    <w:rsid w:val="00E2797A"/>
    <w:rsid w:val="00E53CB4"/>
    <w:rsid w:val="00E5626D"/>
    <w:rsid w:val="00E677DB"/>
    <w:rsid w:val="00E70E29"/>
    <w:rsid w:val="00E73481"/>
    <w:rsid w:val="00E7773D"/>
    <w:rsid w:val="00E8129D"/>
    <w:rsid w:val="00E82992"/>
    <w:rsid w:val="00E846AA"/>
    <w:rsid w:val="00E95AD3"/>
    <w:rsid w:val="00EA3268"/>
    <w:rsid w:val="00EA649F"/>
    <w:rsid w:val="00EB1C90"/>
    <w:rsid w:val="00EB62E9"/>
    <w:rsid w:val="00EC0F95"/>
    <w:rsid w:val="00EC2FD3"/>
    <w:rsid w:val="00EC46E9"/>
    <w:rsid w:val="00EC5274"/>
    <w:rsid w:val="00ED0E6B"/>
    <w:rsid w:val="00ED2F66"/>
    <w:rsid w:val="00ED3CB1"/>
    <w:rsid w:val="00ED4F80"/>
    <w:rsid w:val="00ED69C9"/>
    <w:rsid w:val="00EE2A7A"/>
    <w:rsid w:val="00EE364B"/>
    <w:rsid w:val="00EF53B3"/>
    <w:rsid w:val="00EF59C5"/>
    <w:rsid w:val="00F018BF"/>
    <w:rsid w:val="00F02899"/>
    <w:rsid w:val="00F02DA7"/>
    <w:rsid w:val="00F109B3"/>
    <w:rsid w:val="00F134A3"/>
    <w:rsid w:val="00F1727E"/>
    <w:rsid w:val="00F17867"/>
    <w:rsid w:val="00F2753A"/>
    <w:rsid w:val="00F311C6"/>
    <w:rsid w:val="00F31DB5"/>
    <w:rsid w:val="00F46251"/>
    <w:rsid w:val="00F46BB2"/>
    <w:rsid w:val="00F47209"/>
    <w:rsid w:val="00F63DB2"/>
    <w:rsid w:val="00F65291"/>
    <w:rsid w:val="00F70ED0"/>
    <w:rsid w:val="00F75863"/>
    <w:rsid w:val="00F93A8A"/>
    <w:rsid w:val="00F9764F"/>
    <w:rsid w:val="00FA744F"/>
    <w:rsid w:val="00FB1BAA"/>
    <w:rsid w:val="00FB2F97"/>
    <w:rsid w:val="00FB4CD3"/>
    <w:rsid w:val="00FC4ECC"/>
    <w:rsid w:val="00FC5D90"/>
    <w:rsid w:val="00FD0B4B"/>
    <w:rsid w:val="00FD3319"/>
    <w:rsid w:val="00FD52CE"/>
    <w:rsid w:val="00FD7532"/>
    <w:rsid w:val="00FE3DF9"/>
    <w:rsid w:val="00FE4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Miriam"/>
        <w:lang w:val="en-US" w:eastAsia="en-US" w:bidi="he-IL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4F80"/>
    <w:pPr>
      <w:bidi/>
    </w:pPr>
    <w:rPr>
      <w:rFonts w:cs="Arial"/>
      <w:sz w:val="24"/>
      <w:szCs w:val="24"/>
      <w:lang w:eastAsia="he-IL"/>
    </w:rPr>
  </w:style>
  <w:style w:type="paragraph" w:styleId="1">
    <w:name w:val="heading 1"/>
    <w:basedOn w:val="a"/>
    <w:next w:val="a"/>
    <w:qFormat/>
    <w:rsid w:val="00ED4F80"/>
    <w:pPr>
      <w:keepNext/>
      <w:outlineLvl w:val="0"/>
    </w:pPr>
    <w:rPr>
      <w:b/>
      <w:b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D4F80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ED4F80"/>
    <w:pPr>
      <w:tabs>
        <w:tab w:val="center" w:pos="4153"/>
        <w:tab w:val="right" w:pos="8306"/>
      </w:tabs>
    </w:pPr>
    <w:rPr>
      <w:szCs w:val="20"/>
    </w:rPr>
  </w:style>
  <w:style w:type="character" w:styleId="Hyperlink">
    <w:name w:val="Hyperlink"/>
    <w:basedOn w:val="a0"/>
    <w:rsid w:val="00ED4F80"/>
    <w:rPr>
      <w:color w:val="0000FF"/>
      <w:u w:val="single"/>
    </w:rPr>
  </w:style>
  <w:style w:type="character" w:styleId="FollowedHyperlink">
    <w:name w:val="FollowedHyperlink"/>
    <w:basedOn w:val="a0"/>
    <w:rsid w:val="00ED4F80"/>
    <w:rPr>
      <w:color w:val="800080"/>
      <w:u w:val="single"/>
    </w:rPr>
  </w:style>
  <w:style w:type="character" w:styleId="a5">
    <w:name w:val="page number"/>
    <w:basedOn w:val="a0"/>
    <w:rsid w:val="00ED4F80"/>
  </w:style>
  <w:style w:type="table" w:styleId="a6">
    <w:name w:val="Table Grid"/>
    <w:basedOn w:val="a1"/>
    <w:rsid w:val="00C94D8A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EA3268"/>
    <w:pPr>
      <w:ind w:left="720"/>
      <w:contextualSpacing/>
    </w:pPr>
  </w:style>
  <w:style w:type="paragraph" w:styleId="a8">
    <w:name w:val="Balloon Text"/>
    <w:basedOn w:val="a"/>
    <w:link w:val="a9"/>
    <w:rsid w:val="000F10A7"/>
    <w:rPr>
      <w:rFonts w:ascii="Tahoma" w:hAnsi="Tahoma" w:cs="Tahoma"/>
      <w:sz w:val="16"/>
      <w:szCs w:val="16"/>
    </w:rPr>
  </w:style>
  <w:style w:type="character" w:customStyle="1" w:styleId="a9">
    <w:name w:val="טקסט בלונים תו"/>
    <w:basedOn w:val="a0"/>
    <w:link w:val="a8"/>
    <w:rsid w:val="000F10A7"/>
    <w:rPr>
      <w:rFonts w:ascii="Tahoma" w:hAnsi="Tahoma" w:cs="Tahoma"/>
      <w:sz w:val="16"/>
      <w:szCs w:val="16"/>
      <w:lang w:eastAsia="he-IL"/>
    </w:rPr>
  </w:style>
  <w:style w:type="character" w:customStyle="1" w:styleId="citystreet">
    <w:name w:val="citystreet"/>
    <w:basedOn w:val="a0"/>
    <w:rsid w:val="0033549D"/>
    <w:rPr>
      <w:rFonts w:ascii="Arial" w:hAnsi="Arial" w:cs="Arial" w:hint="default"/>
      <w:sz w:val="24"/>
      <w:szCs w:val="24"/>
    </w:rPr>
  </w:style>
  <w:style w:type="paragraph" w:styleId="aa">
    <w:name w:val="annotation text"/>
    <w:basedOn w:val="a"/>
    <w:link w:val="ab"/>
    <w:rsid w:val="00FD0B4B"/>
    <w:rPr>
      <w:sz w:val="20"/>
      <w:szCs w:val="20"/>
    </w:rPr>
  </w:style>
  <w:style w:type="character" w:customStyle="1" w:styleId="ab">
    <w:name w:val="טקסט הערה תו"/>
    <w:basedOn w:val="a0"/>
    <w:link w:val="aa"/>
    <w:rsid w:val="00FD0B4B"/>
    <w:rPr>
      <w:rFonts w:cs="Arial"/>
      <w:lang w:eastAsia="he-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Miriam"/>
        <w:lang w:val="en-US" w:eastAsia="en-US" w:bidi="he-IL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4F80"/>
    <w:pPr>
      <w:bidi/>
    </w:pPr>
    <w:rPr>
      <w:rFonts w:cs="Arial"/>
      <w:sz w:val="24"/>
      <w:szCs w:val="24"/>
      <w:lang w:eastAsia="he-IL"/>
    </w:rPr>
  </w:style>
  <w:style w:type="paragraph" w:styleId="1">
    <w:name w:val="heading 1"/>
    <w:basedOn w:val="a"/>
    <w:next w:val="a"/>
    <w:qFormat/>
    <w:rsid w:val="00ED4F80"/>
    <w:pPr>
      <w:keepNext/>
      <w:outlineLvl w:val="0"/>
    </w:pPr>
    <w:rPr>
      <w:b/>
      <w:b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D4F80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ED4F80"/>
    <w:pPr>
      <w:tabs>
        <w:tab w:val="center" w:pos="4153"/>
        <w:tab w:val="right" w:pos="8306"/>
      </w:tabs>
    </w:pPr>
    <w:rPr>
      <w:szCs w:val="20"/>
    </w:rPr>
  </w:style>
  <w:style w:type="character" w:styleId="Hyperlink">
    <w:name w:val="Hyperlink"/>
    <w:basedOn w:val="a0"/>
    <w:rsid w:val="00ED4F80"/>
    <w:rPr>
      <w:color w:val="0000FF"/>
      <w:u w:val="single"/>
    </w:rPr>
  </w:style>
  <w:style w:type="character" w:styleId="FollowedHyperlink">
    <w:name w:val="FollowedHyperlink"/>
    <w:basedOn w:val="a0"/>
    <w:rsid w:val="00ED4F80"/>
    <w:rPr>
      <w:color w:val="800080"/>
      <w:u w:val="single"/>
    </w:rPr>
  </w:style>
  <w:style w:type="character" w:styleId="a5">
    <w:name w:val="page number"/>
    <w:basedOn w:val="a0"/>
    <w:rsid w:val="00ED4F80"/>
  </w:style>
  <w:style w:type="table" w:styleId="a6">
    <w:name w:val="Table Grid"/>
    <w:basedOn w:val="a1"/>
    <w:rsid w:val="00C94D8A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EA3268"/>
    <w:pPr>
      <w:ind w:left="720"/>
      <w:contextualSpacing/>
    </w:pPr>
  </w:style>
  <w:style w:type="paragraph" w:styleId="a8">
    <w:name w:val="Balloon Text"/>
    <w:basedOn w:val="a"/>
    <w:link w:val="a9"/>
    <w:rsid w:val="000F10A7"/>
    <w:rPr>
      <w:rFonts w:ascii="Tahoma" w:hAnsi="Tahoma" w:cs="Tahoma"/>
      <w:sz w:val="16"/>
      <w:szCs w:val="16"/>
    </w:rPr>
  </w:style>
  <w:style w:type="character" w:customStyle="1" w:styleId="a9">
    <w:name w:val="טקסט בלונים תו"/>
    <w:basedOn w:val="a0"/>
    <w:link w:val="a8"/>
    <w:rsid w:val="000F10A7"/>
    <w:rPr>
      <w:rFonts w:ascii="Tahoma" w:hAnsi="Tahoma" w:cs="Tahoma"/>
      <w:sz w:val="16"/>
      <w:szCs w:val="16"/>
      <w:lang w:eastAsia="he-IL"/>
    </w:rPr>
  </w:style>
  <w:style w:type="character" w:customStyle="1" w:styleId="citystreet">
    <w:name w:val="citystreet"/>
    <w:basedOn w:val="a0"/>
    <w:rsid w:val="0033549D"/>
    <w:rPr>
      <w:rFonts w:ascii="Arial" w:hAnsi="Arial" w:cs="Arial" w:hint="default"/>
      <w:sz w:val="24"/>
      <w:szCs w:val="24"/>
    </w:rPr>
  </w:style>
  <w:style w:type="paragraph" w:styleId="aa">
    <w:name w:val="annotation text"/>
    <w:basedOn w:val="a"/>
    <w:link w:val="ab"/>
    <w:rsid w:val="00FD0B4B"/>
    <w:rPr>
      <w:sz w:val="20"/>
      <w:szCs w:val="20"/>
    </w:rPr>
  </w:style>
  <w:style w:type="character" w:customStyle="1" w:styleId="ab">
    <w:name w:val="טקסט הערה תו"/>
    <w:basedOn w:val="a0"/>
    <w:link w:val="aa"/>
    <w:rsid w:val="00FD0B4B"/>
    <w:rPr>
      <w:rFonts w:cs="Arial"/>
      <w:lang w:eastAsia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01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863017">
          <w:marLeft w:val="0"/>
          <w:marRight w:val="835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3118">
          <w:marLeft w:val="0"/>
          <w:marRight w:val="835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85260">
          <w:marLeft w:val="0"/>
          <w:marRight w:val="835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57337">
          <w:marLeft w:val="0"/>
          <w:marRight w:val="835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68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7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1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hyperlink" Target="mailto:shifra.bitran@moh.health.gov.il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ali.shapira\Application%20Data\Microsoft\Templates\&#1488;&#1490;&#1507;%20&#1502;&#1495;&#1513;&#1493;&#1489;.dot" TargetMode="Externa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מסמך" ma:contentTypeID="0x010100F90170923BD4DB46B11E9473F701C6F8" ma:contentTypeVersion="1" ma:contentTypeDescription="צור מסמך חדש." ma:contentTypeScope="" ma:versionID="585d6cb218115a7af29e89c5493b0ec1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7d9a4f930959049207f15a5cd620021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מתזמן תאריך התחלה" ma:internalName="PublishingStartDate">
      <xsd:simpleType>
        <xsd:restriction base="dms:Unknown"/>
      </xsd:simpleType>
    </xsd:element>
    <xsd:element name="PublishingExpirationDate" ma:index="9" nillable="true" ma:displayName="מתזמן תאריך סיום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סוג תוכן"/>
        <xsd:element ref="dc:title" minOccurs="0" maxOccurs="1" ma:index="4" ma:displayName="כותרת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4FAC41F-7C78-473C-ACC7-3786D8925773}"/>
</file>

<file path=customXml/itemProps2.xml><?xml version="1.0" encoding="utf-8"?>
<ds:datastoreItem xmlns:ds="http://schemas.openxmlformats.org/officeDocument/2006/customXml" ds:itemID="{169A3C7F-530A-4C79-BDF0-6849B26A8287}"/>
</file>

<file path=customXml/itemProps3.xml><?xml version="1.0" encoding="utf-8"?>
<ds:datastoreItem xmlns:ds="http://schemas.openxmlformats.org/officeDocument/2006/customXml" ds:itemID="{6A15C602-C945-4F82-9772-B25A124D3B31}"/>
</file>

<file path=customXml/itemProps4.xml><?xml version="1.0" encoding="utf-8"?>
<ds:datastoreItem xmlns:ds="http://schemas.openxmlformats.org/officeDocument/2006/customXml" ds:itemID="{64208B99-036B-4A78-86D9-853119A54B57}"/>
</file>

<file path=docProps/app.xml><?xml version="1.0" encoding="utf-8"?>
<Properties xmlns="http://schemas.openxmlformats.org/officeDocument/2006/extended-properties" xmlns:vt="http://schemas.openxmlformats.org/officeDocument/2006/docPropsVTypes">
  <Template>אגף מחשוב.dot</Template>
  <TotalTime>2</TotalTime>
  <Pages>2</Pages>
  <Words>441</Words>
  <Characters>2127</Characters>
  <Application>Microsoft Office Word</Application>
  <DocSecurity>0</DocSecurity>
  <Lines>17</Lines>
  <Paragraphs>5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>משרד הבריאות</Company>
  <LinksUpToDate>false</LinksUpToDate>
  <CharactersWithSpaces>2563</CharactersWithSpaces>
  <SharedDoc>false</SharedDoc>
  <HLinks>
    <vt:vector size="12" baseType="variant">
      <vt:variant>
        <vt:i4>2883614</vt:i4>
      </vt:variant>
      <vt:variant>
        <vt:i4>3</vt:i4>
      </vt:variant>
      <vt:variant>
        <vt:i4>0</vt:i4>
      </vt:variant>
      <vt:variant>
        <vt:i4>5</vt:i4>
      </vt:variant>
      <vt:variant>
        <vt:lpwstr>mailto:Mali..Shapira@moh.health.gov.il</vt:lpwstr>
      </vt:variant>
      <vt:variant>
        <vt:lpwstr/>
      </vt:variant>
      <vt:variant>
        <vt:i4>5570633</vt:i4>
      </vt:variant>
      <vt:variant>
        <vt:i4>0</vt:i4>
      </vt:variant>
      <vt:variant>
        <vt:i4>0</vt:i4>
      </vt:variant>
      <vt:variant>
        <vt:i4>5</vt:i4>
      </vt:variant>
      <vt:variant>
        <vt:lpwstr>http://www.health.gov.il/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moh</dc:creator>
  <cp:lastModifiedBy>שפרה ביטראן</cp:lastModifiedBy>
  <cp:revision>3</cp:revision>
  <cp:lastPrinted>2010-04-27T10:00:00Z</cp:lastPrinted>
  <dcterms:created xsi:type="dcterms:W3CDTF">2016-01-06T08:13:00Z</dcterms:created>
  <dcterms:modified xsi:type="dcterms:W3CDTF">2016-01-06T08:18:00Z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0x010100F90170923BD4DB46B11E9473F701C6F8</vt:lpwstr>
  </property>
</Properties>
</file>