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1AA" w:rsidRDefault="00877FFD" w:rsidP="00B1139D">
      <w:pPr>
        <w:rPr>
          <w:b/>
          <w:bCs/>
          <w:sz w:val="28"/>
          <w:szCs w:val="28"/>
          <w:u w:val="single"/>
          <w:rtl/>
          <w:lang w:eastAsia="en-US"/>
        </w:rPr>
      </w:pPr>
      <w:r>
        <w:rPr>
          <w:rtl/>
          <w:lang w:eastAsia="en-US"/>
        </w:rPr>
        <w:tab/>
      </w:r>
      <w:r>
        <w:rPr>
          <w:rtl/>
          <w:lang w:eastAsia="en-US"/>
        </w:rPr>
        <w:tab/>
      </w:r>
      <w:r>
        <w:rPr>
          <w:rtl/>
          <w:lang w:eastAsia="en-US"/>
        </w:rPr>
        <w:tab/>
      </w:r>
      <w:r>
        <w:rPr>
          <w:rtl/>
          <w:lang w:eastAsia="en-US"/>
        </w:rPr>
        <w:tab/>
      </w:r>
      <w:r>
        <w:rPr>
          <w:rtl/>
          <w:lang w:eastAsia="en-US"/>
        </w:rPr>
        <w:tab/>
      </w:r>
      <w:r>
        <w:rPr>
          <w:rtl/>
          <w:lang w:eastAsia="en-US"/>
        </w:rPr>
        <w:tab/>
      </w:r>
      <w:r>
        <w:rPr>
          <w:rtl/>
          <w:lang w:eastAsia="en-US"/>
        </w:rPr>
        <w:tab/>
      </w:r>
      <w:r w:rsidR="006F39ED">
        <w:rPr>
          <w:rFonts w:hint="cs"/>
          <w:rtl/>
          <w:lang w:eastAsia="en-US"/>
        </w:rPr>
        <w:t xml:space="preserve"> </w:t>
      </w:r>
      <w:r w:rsidRPr="00C05B8A">
        <w:rPr>
          <w:sz w:val="22"/>
          <w:szCs w:val="22"/>
          <w:rtl/>
          <w:lang w:eastAsia="en-US"/>
        </w:rPr>
        <w:tab/>
      </w:r>
      <w:r w:rsidRPr="00C05B8A">
        <w:rPr>
          <w:sz w:val="22"/>
          <w:szCs w:val="22"/>
          <w:rtl/>
          <w:lang w:eastAsia="en-US"/>
        </w:rPr>
        <w:tab/>
      </w:r>
      <w:r w:rsidRPr="00C05B8A">
        <w:rPr>
          <w:sz w:val="22"/>
          <w:szCs w:val="22"/>
          <w:rtl/>
          <w:lang w:eastAsia="en-US"/>
        </w:rPr>
        <w:tab/>
      </w:r>
      <w:r w:rsidRPr="00C05B8A">
        <w:rPr>
          <w:sz w:val="22"/>
          <w:szCs w:val="22"/>
          <w:rtl/>
          <w:lang w:eastAsia="en-US"/>
        </w:rPr>
        <w:tab/>
      </w:r>
      <w:r w:rsidRPr="00C05B8A">
        <w:rPr>
          <w:sz w:val="22"/>
          <w:szCs w:val="22"/>
          <w:rtl/>
          <w:lang w:eastAsia="en-US"/>
        </w:rPr>
        <w:tab/>
      </w:r>
      <w:r w:rsidRPr="00C05B8A">
        <w:rPr>
          <w:sz w:val="22"/>
          <w:szCs w:val="22"/>
          <w:rtl/>
          <w:lang w:eastAsia="en-US"/>
        </w:rPr>
        <w:tab/>
      </w:r>
      <w:r w:rsidRPr="00C05B8A">
        <w:rPr>
          <w:sz w:val="22"/>
          <w:szCs w:val="22"/>
          <w:rtl/>
          <w:lang w:eastAsia="en-US"/>
        </w:rPr>
        <w:tab/>
      </w:r>
      <w:r w:rsidR="000F10A7">
        <w:rPr>
          <w:rFonts w:hint="cs"/>
          <w:b/>
          <w:bCs/>
          <w:sz w:val="28"/>
          <w:szCs w:val="28"/>
          <w:u w:val="single"/>
          <w:rtl/>
          <w:lang w:eastAsia="en-US"/>
        </w:rPr>
        <w:t xml:space="preserve">הנחיות </w:t>
      </w:r>
      <w:r w:rsidR="00BE66D6">
        <w:rPr>
          <w:rFonts w:hint="cs"/>
          <w:b/>
          <w:bCs/>
          <w:sz w:val="28"/>
          <w:szCs w:val="28"/>
          <w:u w:val="single"/>
          <w:rtl/>
          <w:lang w:eastAsia="en-US"/>
        </w:rPr>
        <w:t>ל</w:t>
      </w:r>
      <w:r w:rsidR="00B1139D">
        <w:rPr>
          <w:rFonts w:hint="cs"/>
          <w:b/>
          <w:bCs/>
          <w:sz w:val="28"/>
          <w:szCs w:val="28"/>
          <w:u w:val="single"/>
          <w:rtl/>
          <w:lang w:eastAsia="en-US"/>
        </w:rPr>
        <w:t>נת</w:t>
      </w:r>
      <w:r w:rsidR="004B5B62">
        <w:rPr>
          <w:rFonts w:hint="cs"/>
          <w:b/>
          <w:bCs/>
          <w:sz w:val="28"/>
          <w:szCs w:val="28"/>
          <w:u w:val="single"/>
          <w:rtl/>
          <w:lang w:eastAsia="en-US"/>
        </w:rPr>
        <w:t>רם ל</w:t>
      </w:r>
      <w:r w:rsidR="00BE66D6">
        <w:rPr>
          <w:rFonts w:hint="cs"/>
          <w:b/>
          <w:bCs/>
          <w:sz w:val="28"/>
          <w:szCs w:val="28"/>
          <w:u w:val="single"/>
          <w:rtl/>
          <w:lang w:eastAsia="en-US"/>
        </w:rPr>
        <w:t>דיווח מרוכז באמצעות קובץ אקסל</w:t>
      </w:r>
    </w:p>
    <w:p w:rsidR="00BE66D6" w:rsidRDefault="00BE66D6" w:rsidP="00BE66D6">
      <w:pPr>
        <w:spacing w:line="288" w:lineRule="auto"/>
        <w:rPr>
          <w:sz w:val="28"/>
          <w:szCs w:val="28"/>
          <w:rtl/>
          <w:lang w:eastAsia="en-US"/>
        </w:rPr>
      </w:pPr>
    </w:p>
    <w:p w:rsidR="007C3CA1" w:rsidRDefault="00BE66D6" w:rsidP="007C3CA1">
      <w:pPr>
        <w:spacing w:line="288" w:lineRule="auto"/>
        <w:rPr>
          <w:b/>
          <w:bCs/>
          <w:u w:val="single"/>
          <w:rtl/>
          <w:lang w:eastAsia="en-US"/>
        </w:rPr>
      </w:pPr>
      <w:r w:rsidRPr="00C10A7D">
        <w:rPr>
          <w:rFonts w:hint="cs"/>
          <w:b/>
          <w:bCs/>
          <w:u w:val="single"/>
          <w:rtl/>
          <w:lang w:eastAsia="en-US"/>
        </w:rPr>
        <w:t>הכנת הקובץ</w:t>
      </w:r>
    </w:p>
    <w:p w:rsidR="007C3CA1" w:rsidRPr="004E477C" w:rsidRDefault="007C3CA1" w:rsidP="00C305C5">
      <w:pPr>
        <w:pStyle w:val="a7"/>
        <w:numPr>
          <w:ilvl w:val="0"/>
          <w:numId w:val="48"/>
        </w:numPr>
        <w:spacing w:line="288" w:lineRule="auto"/>
        <w:ind w:left="283" w:hanging="284"/>
        <w:rPr>
          <w:b/>
          <w:bCs/>
          <w:u w:val="single"/>
          <w:rtl/>
          <w:lang w:eastAsia="en-US"/>
        </w:rPr>
      </w:pPr>
      <w:r w:rsidRPr="009241B0">
        <w:rPr>
          <w:rFonts w:hint="cs"/>
          <w:b/>
          <w:bCs/>
          <w:sz w:val="28"/>
          <w:szCs w:val="28"/>
          <w:rtl/>
          <w:lang w:eastAsia="en-US"/>
        </w:rPr>
        <w:t xml:space="preserve">יש לקרוא </w:t>
      </w:r>
      <w:r w:rsidR="009241B0" w:rsidRPr="009241B0">
        <w:rPr>
          <w:rFonts w:hint="cs"/>
          <w:b/>
          <w:bCs/>
          <w:sz w:val="28"/>
          <w:szCs w:val="28"/>
          <w:rtl/>
          <w:lang w:eastAsia="en-US"/>
        </w:rPr>
        <w:t xml:space="preserve">בעיון </w:t>
      </w:r>
      <w:r w:rsidRPr="009241B0">
        <w:rPr>
          <w:rFonts w:hint="cs"/>
          <w:b/>
          <w:bCs/>
          <w:sz w:val="28"/>
          <w:szCs w:val="28"/>
          <w:rtl/>
          <w:lang w:eastAsia="en-US"/>
        </w:rPr>
        <w:t xml:space="preserve">את </w:t>
      </w:r>
      <w:hyperlink r:id="rId11" w:history="1">
        <w:r w:rsidRPr="00476D75">
          <w:rPr>
            <w:rStyle w:val="Hyperlink"/>
            <w:rFonts w:hint="cs"/>
            <w:rtl/>
            <w:lang w:eastAsia="en-US"/>
          </w:rPr>
          <w:t xml:space="preserve">ההנחיות למילוי טופס </w:t>
        </w:r>
        <w:r w:rsidR="00C33C00" w:rsidRPr="00476D75">
          <w:rPr>
            <w:rStyle w:val="Hyperlink"/>
            <w:rFonts w:hint="cs"/>
            <w:rtl/>
            <w:lang w:eastAsia="en-US"/>
          </w:rPr>
          <w:t>קבלת תרומה</w:t>
        </w:r>
      </w:hyperlink>
      <w:r w:rsidRPr="007C3CA1">
        <w:rPr>
          <w:rFonts w:hint="cs"/>
          <w:rtl/>
          <w:lang w:eastAsia="en-US"/>
        </w:rPr>
        <w:t>,</w:t>
      </w:r>
      <w:r>
        <w:rPr>
          <w:rFonts w:hint="cs"/>
          <w:rtl/>
          <w:lang w:eastAsia="en-US"/>
        </w:rPr>
        <w:t xml:space="preserve"> </w:t>
      </w:r>
      <w:r w:rsidRPr="009241B0">
        <w:rPr>
          <w:rFonts w:hint="cs"/>
          <w:b/>
          <w:bCs/>
          <w:sz w:val="28"/>
          <w:szCs w:val="28"/>
          <w:rtl/>
          <w:lang w:eastAsia="en-US"/>
        </w:rPr>
        <w:t>כדי להבין את מהות</w:t>
      </w:r>
      <w:r w:rsidR="00C305C5">
        <w:rPr>
          <w:rFonts w:hint="cs"/>
          <w:b/>
          <w:bCs/>
          <w:sz w:val="28"/>
          <w:szCs w:val="28"/>
          <w:rtl/>
          <w:lang w:eastAsia="en-US"/>
        </w:rPr>
        <w:t xml:space="preserve"> </w:t>
      </w:r>
      <w:r w:rsidR="00901A19">
        <w:rPr>
          <w:rFonts w:hint="cs"/>
          <w:b/>
          <w:bCs/>
          <w:sz w:val="28"/>
          <w:szCs w:val="28"/>
          <w:rtl/>
          <w:lang w:eastAsia="en-US"/>
        </w:rPr>
        <w:t>ה</w:t>
      </w:r>
      <w:r w:rsidRPr="009241B0">
        <w:rPr>
          <w:rFonts w:hint="cs"/>
          <w:b/>
          <w:bCs/>
          <w:sz w:val="28"/>
          <w:szCs w:val="28"/>
          <w:rtl/>
          <w:lang w:eastAsia="en-US"/>
        </w:rPr>
        <w:t>שדות</w:t>
      </w:r>
      <w:r w:rsidR="00C33C00" w:rsidRPr="009241B0">
        <w:rPr>
          <w:rFonts w:hint="cs"/>
          <w:b/>
          <w:bCs/>
          <w:sz w:val="28"/>
          <w:szCs w:val="28"/>
          <w:rtl/>
          <w:lang w:eastAsia="en-US"/>
        </w:rPr>
        <w:t>.</w:t>
      </w:r>
      <w:r w:rsidR="00C305C5">
        <w:rPr>
          <w:rFonts w:hint="cs"/>
          <w:b/>
          <w:bCs/>
          <w:sz w:val="28"/>
          <w:szCs w:val="28"/>
          <w:rtl/>
          <w:lang w:eastAsia="en-US"/>
        </w:rPr>
        <w:t xml:space="preserve"> </w:t>
      </w:r>
      <w:r w:rsidR="00901A19">
        <w:rPr>
          <w:rFonts w:hint="cs"/>
          <w:b/>
          <w:bCs/>
          <w:u w:val="single"/>
          <w:rtl/>
          <w:lang w:eastAsia="en-US"/>
        </w:rPr>
        <w:t xml:space="preserve"> </w:t>
      </w:r>
      <w:r w:rsidR="00901A19" w:rsidRPr="000858F6">
        <w:rPr>
          <w:rFonts w:hint="cs"/>
          <w:b/>
          <w:bCs/>
          <w:sz w:val="28"/>
          <w:szCs w:val="28"/>
          <w:u w:val="single"/>
          <w:rtl/>
          <w:lang w:eastAsia="en-US"/>
        </w:rPr>
        <w:t>שימו לב ההנחיות עודכנו משנה שעברה</w:t>
      </w:r>
      <w:r w:rsidR="00901A19">
        <w:rPr>
          <w:rFonts w:hint="cs"/>
          <w:b/>
          <w:bCs/>
          <w:u w:val="single"/>
          <w:rtl/>
          <w:lang w:eastAsia="en-US"/>
        </w:rPr>
        <w:t>.</w:t>
      </w:r>
      <w:r w:rsidRPr="004E477C">
        <w:rPr>
          <w:rFonts w:hint="cs"/>
          <w:b/>
          <w:bCs/>
          <w:u w:val="single"/>
          <w:rtl/>
          <w:lang w:eastAsia="en-US"/>
        </w:rPr>
        <w:br/>
      </w:r>
    </w:p>
    <w:p w:rsidR="00BE66D6" w:rsidRDefault="00BE66D6" w:rsidP="007A3BCF">
      <w:pPr>
        <w:pStyle w:val="a7"/>
        <w:numPr>
          <w:ilvl w:val="0"/>
          <w:numId w:val="48"/>
        </w:numPr>
        <w:spacing w:line="288" w:lineRule="auto"/>
        <w:ind w:left="283" w:hanging="284"/>
        <w:rPr>
          <w:lang w:eastAsia="en-US"/>
        </w:rPr>
      </w:pPr>
      <w:r>
        <w:rPr>
          <w:rFonts w:hint="cs"/>
          <w:rtl/>
          <w:lang w:eastAsia="en-US"/>
        </w:rPr>
        <w:t xml:space="preserve">יש ליצור קובץ אקסל על פי </w:t>
      </w:r>
      <w:r w:rsidR="00F32745">
        <w:rPr>
          <w:rFonts w:hint="cs"/>
          <w:rtl/>
          <w:lang w:eastAsia="en-US"/>
        </w:rPr>
        <w:t>התבנית המתאימה</w:t>
      </w:r>
      <w:r>
        <w:rPr>
          <w:rFonts w:hint="cs"/>
          <w:rtl/>
          <w:lang w:eastAsia="en-US"/>
        </w:rPr>
        <w:t xml:space="preserve"> </w:t>
      </w:r>
      <w:r w:rsidR="004E477C">
        <w:rPr>
          <w:rtl/>
          <w:lang w:eastAsia="en-US"/>
        </w:rPr>
        <w:t>–</w:t>
      </w:r>
      <w:r w:rsidR="004E477C">
        <w:rPr>
          <w:rFonts w:hint="cs"/>
          <w:rtl/>
          <w:lang w:eastAsia="en-US"/>
        </w:rPr>
        <w:t xml:space="preserve"> </w:t>
      </w:r>
      <w:hyperlink r:id="rId12" w:history="1">
        <w:r w:rsidR="00476D75" w:rsidRPr="00476D75">
          <w:rPr>
            <w:rStyle w:val="Hyperlink"/>
            <w:rFonts w:hint="cs"/>
            <w:rtl/>
            <w:lang w:eastAsia="en-US"/>
          </w:rPr>
          <w:t>תבנית קובץ דיווח קבלת תרומות</w:t>
        </w:r>
      </w:hyperlink>
      <w:r w:rsidR="00476D75">
        <w:rPr>
          <w:rFonts w:hint="cs"/>
          <w:rtl/>
          <w:lang w:eastAsia="en-US"/>
        </w:rPr>
        <w:t>.</w:t>
      </w:r>
      <w:r w:rsidR="007C3CA1">
        <w:rPr>
          <w:rtl/>
          <w:lang w:eastAsia="en-US"/>
        </w:rPr>
        <w:br/>
      </w:r>
      <w:r w:rsidR="00901A19" w:rsidRPr="00E14DA0">
        <w:rPr>
          <w:rFonts w:hint="cs"/>
          <w:b/>
          <w:bCs/>
          <w:sz w:val="28"/>
          <w:szCs w:val="28"/>
          <w:u w:val="single"/>
          <w:rtl/>
          <w:lang w:eastAsia="en-US"/>
        </w:rPr>
        <w:t>שימו לב כי גם התבנית עודכנה השנה, ויש לשלוח על פי התבנית המעודכנת.</w:t>
      </w:r>
      <w:r w:rsidR="00901A19">
        <w:rPr>
          <w:rtl/>
          <w:lang w:eastAsia="en-US"/>
        </w:rPr>
        <w:br/>
      </w:r>
      <w:r w:rsidR="00C10A7D">
        <w:rPr>
          <w:rFonts w:hint="cs"/>
          <w:rtl/>
          <w:lang w:eastAsia="en-US"/>
        </w:rPr>
        <w:t xml:space="preserve">בשורה </w:t>
      </w:r>
      <w:r w:rsidR="007A3BCF">
        <w:rPr>
          <w:rFonts w:hint="cs"/>
          <w:rtl/>
          <w:lang w:eastAsia="en-US"/>
        </w:rPr>
        <w:t>השני</w:t>
      </w:r>
      <w:r w:rsidR="00DE5EF4">
        <w:rPr>
          <w:rFonts w:hint="cs"/>
          <w:rtl/>
          <w:lang w:eastAsia="en-US"/>
        </w:rPr>
        <w:t>י</w:t>
      </w:r>
      <w:r w:rsidR="007A3BCF">
        <w:rPr>
          <w:rFonts w:hint="cs"/>
          <w:rtl/>
          <w:lang w:eastAsia="en-US"/>
        </w:rPr>
        <w:t>ה</w:t>
      </w:r>
      <w:r w:rsidR="00C10A7D">
        <w:rPr>
          <w:rFonts w:hint="cs"/>
          <w:rtl/>
          <w:lang w:eastAsia="en-US"/>
        </w:rPr>
        <w:t xml:space="preserve"> בקובץ מופיע הסבר מה נדרש בכל </w:t>
      </w:r>
      <w:r w:rsidR="00C10A7D" w:rsidRPr="00A95A80">
        <w:rPr>
          <w:rFonts w:hint="cs"/>
          <w:rtl/>
          <w:lang w:eastAsia="en-US"/>
        </w:rPr>
        <w:t>עמודה</w:t>
      </w:r>
      <w:r w:rsidR="00C305C5" w:rsidRPr="00A95A80">
        <w:rPr>
          <w:rFonts w:hint="cs"/>
          <w:rtl/>
          <w:lang w:eastAsia="en-US"/>
        </w:rPr>
        <w:t xml:space="preserve"> ומהם הערכים האפשריים למילוי</w:t>
      </w:r>
      <w:r w:rsidR="00A95A80">
        <w:rPr>
          <w:rFonts w:hint="cs"/>
          <w:rtl/>
          <w:lang w:eastAsia="en-US"/>
        </w:rPr>
        <w:t>.</w:t>
      </w:r>
    </w:p>
    <w:p w:rsidR="007C3CA1" w:rsidRDefault="007C3CA1" w:rsidP="007C3CA1">
      <w:pPr>
        <w:pStyle w:val="a7"/>
        <w:rPr>
          <w:rtl/>
          <w:lang w:eastAsia="en-US"/>
        </w:rPr>
      </w:pPr>
    </w:p>
    <w:p w:rsidR="00A95A80" w:rsidRDefault="00CC53C5" w:rsidP="00D15254">
      <w:pPr>
        <w:pStyle w:val="a7"/>
        <w:numPr>
          <w:ilvl w:val="0"/>
          <w:numId w:val="48"/>
        </w:numPr>
        <w:spacing w:line="288" w:lineRule="auto"/>
        <w:ind w:left="283" w:hanging="284"/>
        <w:rPr>
          <w:lang w:eastAsia="en-US"/>
        </w:rPr>
      </w:pPr>
      <w:r>
        <w:rPr>
          <w:rFonts w:hint="cs"/>
          <w:rtl/>
          <w:lang w:eastAsia="en-US"/>
        </w:rPr>
        <w:t>עליכם לוודא שיש התאמה בין השמות ומספרי הרישום (ח.פ.</w:t>
      </w:r>
      <w:r w:rsidR="00D15254">
        <w:rPr>
          <w:rFonts w:hint="cs"/>
          <w:rtl/>
          <w:lang w:eastAsia="en-US"/>
        </w:rPr>
        <w:t>/ת.ז</w:t>
      </w:r>
      <w:r>
        <w:rPr>
          <w:rFonts w:hint="cs"/>
          <w:rtl/>
          <w:lang w:eastAsia="en-US"/>
        </w:rPr>
        <w:t>) המדווחים בקובץ שלכם מול הרשימה הקיימת במערכת:</w:t>
      </w:r>
      <w:r>
        <w:rPr>
          <w:rtl/>
          <w:lang w:eastAsia="en-US"/>
        </w:rPr>
        <w:br/>
      </w:r>
      <w:r w:rsidR="0043266F">
        <w:rPr>
          <w:rFonts w:hint="cs"/>
          <w:rtl/>
          <w:lang w:eastAsia="en-US"/>
        </w:rPr>
        <w:t xml:space="preserve">ניתן </w:t>
      </w:r>
      <w:r>
        <w:rPr>
          <w:rFonts w:hint="cs"/>
          <w:rtl/>
          <w:lang w:eastAsia="en-US"/>
        </w:rPr>
        <w:t>לקבל</w:t>
      </w:r>
      <w:r w:rsidR="0043266F">
        <w:rPr>
          <w:rFonts w:hint="cs"/>
          <w:rtl/>
          <w:lang w:eastAsia="en-US"/>
        </w:rPr>
        <w:t xml:space="preserve"> את רשימת ה</w:t>
      </w:r>
      <w:r w:rsidR="00B1139D">
        <w:rPr>
          <w:rFonts w:hint="cs"/>
          <w:rtl/>
          <w:lang w:eastAsia="en-US"/>
        </w:rPr>
        <w:t>תורמים</w:t>
      </w:r>
      <w:r w:rsidR="007C3CA1">
        <w:rPr>
          <w:rFonts w:hint="cs"/>
          <w:rtl/>
          <w:lang w:eastAsia="en-US"/>
        </w:rPr>
        <w:t xml:space="preserve"> </w:t>
      </w:r>
      <w:r>
        <w:rPr>
          <w:rFonts w:hint="cs"/>
          <w:rtl/>
          <w:lang w:eastAsia="en-US"/>
        </w:rPr>
        <w:t xml:space="preserve">מתוך המערכת </w:t>
      </w:r>
      <w:r w:rsidR="007C3CA1">
        <w:rPr>
          <w:rFonts w:hint="cs"/>
          <w:rtl/>
          <w:lang w:eastAsia="en-US"/>
        </w:rPr>
        <w:t xml:space="preserve">ע"י כניסה </w:t>
      </w:r>
      <w:r w:rsidR="007C3CA1" w:rsidRPr="00A95A80">
        <w:rPr>
          <w:rFonts w:hint="cs"/>
          <w:u w:val="single"/>
          <w:rtl/>
          <w:lang w:eastAsia="en-US"/>
        </w:rPr>
        <w:t>לטופס</w:t>
      </w:r>
      <w:r w:rsidR="007C3CA1">
        <w:rPr>
          <w:rFonts w:hint="cs"/>
          <w:rtl/>
          <w:lang w:eastAsia="en-US"/>
        </w:rPr>
        <w:t xml:space="preserve"> דיווח</w:t>
      </w:r>
      <w:r w:rsidR="00C305C5">
        <w:rPr>
          <w:rFonts w:hint="cs"/>
          <w:rtl/>
          <w:lang w:eastAsia="en-US"/>
        </w:rPr>
        <w:t xml:space="preserve"> קבלת תרומה</w:t>
      </w:r>
      <w:r>
        <w:rPr>
          <w:rFonts w:hint="cs"/>
          <w:rtl/>
          <w:lang w:eastAsia="en-US"/>
        </w:rPr>
        <w:t>, הזדהות ומעבר ל</w:t>
      </w:r>
      <w:r w:rsidR="00DE5EF4">
        <w:rPr>
          <w:rFonts w:hint="cs"/>
          <w:rtl/>
          <w:lang w:eastAsia="en-US"/>
        </w:rPr>
        <w:t>"</w:t>
      </w:r>
      <w:r>
        <w:rPr>
          <w:rFonts w:hint="cs"/>
          <w:rtl/>
          <w:lang w:eastAsia="en-US"/>
        </w:rPr>
        <w:t>המשך</w:t>
      </w:r>
      <w:r w:rsidR="00DE5EF4">
        <w:rPr>
          <w:rFonts w:hint="cs"/>
          <w:rtl/>
          <w:lang w:eastAsia="en-US"/>
        </w:rPr>
        <w:t>"</w:t>
      </w:r>
      <w:r>
        <w:rPr>
          <w:rFonts w:hint="cs"/>
          <w:rtl/>
          <w:lang w:eastAsia="en-US"/>
        </w:rPr>
        <w:t xml:space="preserve">. </w:t>
      </w:r>
      <w:r>
        <w:rPr>
          <w:rtl/>
          <w:lang w:eastAsia="en-US"/>
        </w:rPr>
        <w:br/>
      </w:r>
      <w:r>
        <w:rPr>
          <w:rFonts w:hint="cs"/>
          <w:rtl/>
          <w:lang w:eastAsia="en-US"/>
        </w:rPr>
        <w:t xml:space="preserve">לאחר  לחיצה על "רשימת </w:t>
      </w:r>
      <w:r w:rsidR="00B1139D">
        <w:rPr>
          <w:rFonts w:hint="cs"/>
          <w:rtl/>
          <w:lang w:eastAsia="en-US"/>
        </w:rPr>
        <w:t>תורמי</w:t>
      </w:r>
      <w:r>
        <w:rPr>
          <w:rFonts w:hint="cs"/>
          <w:rtl/>
          <w:lang w:eastAsia="en-US"/>
        </w:rPr>
        <w:t>ם</w:t>
      </w:r>
      <w:r w:rsidRPr="00A95A80">
        <w:rPr>
          <w:rFonts w:hint="cs"/>
          <w:rtl/>
          <w:lang w:eastAsia="en-US"/>
        </w:rPr>
        <w:t xml:space="preserve">" </w:t>
      </w:r>
      <w:r w:rsidR="00C305C5" w:rsidRPr="00A95A80">
        <w:rPr>
          <w:rFonts w:hint="cs"/>
          <w:rtl/>
          <w:lang w:eastAsia="en-US"/>
        </w:rPr>
        <w:t>(מצד ימין למטה</w:t>
      </w:r>
      <w:r w:rsidR="007A3BCF">
        <w:rPr>
          <w:rFonts w:hint="cs"/>
          <w:rtl/>
          <w:lang w:eastAsia="en-US"/>
        </w:rPr>
        <w:t xml:space="preserve"> </w:t>
      </w:r>
      <w:r w:rsidR="007A3BCF">
        <w:rPr>
          <w:rtl/>
          <w:lang w:eastAsia="en-US"/>
        </w:rPr>
        <w:t>–</w:t>
      </w:r>
      <w:r w:rsidR="007A3BCF">
        <w:rPr>
          <w:rFonts w:hint="cs"/>
          <w:rtl/>
          <w:lang w:eastAsia="en-US"/>
        </w:rPr>
        <w:t xml:space="preserve"> תחת סעיף דו"חות</w:t>
      </w:r>
      <w:r w:rsidR="00C305C5" w:rsidRPr="00A95A80">
        <w:rPr>
          <w:rFonts w:hint="cs"/>
          <w:rtl/>
          <w:lang w:eastAsia="en-US"/>
        </w:rPr>
        <w:t xml:space="preserve">) </w:t>
      </w:r>
      <w:r>
        <w:rPr>
          <w:rFonts w:hint="cs"/>
          <w:rtl/>
          <w:lang w:eastAsia="en-US"/>
        </w:rPr>
        <w:t xml:space="preserve">ניתן לבצע </w:t>
      </w:r>
      <w:r>
        <w:rPr>
          <w:rFonts w:hint="cs"/>
          <w:rtl/>
          <w:lang w:eastAsia="en-US"/>
        </w:rPr>
        <w:lastRenderedPageBreak/>
        <w:t>העתק-הדבק לתוך קובץ אקסל.</w:t>
      </w:r>
      <w:r>
        <w:rPr>
          <w:rtl/>
          <w:lang w:eastAsia="en-US"/>
        </w:rPr>
        <w:br/>
      </w:r>
      <w:r>
        <w:rPr>
          <w:rFonts w:hint="cs"/>
          <w:rtl/>
          <w:lang w:eastAsia="en-US"/>
        </w:rPr>
        <w:t>כניסה לטופס הדיווח</w:t>
      </w:r>
      <w:r w:rsidR="005C248F">
        <w:rPr>
          <w:rFonts w:hint="cs"/>
          <w:rtl/>
          <w:lang w:eastAsia="en-US"/>
        </w:rPr>
        <w:t xml:space="preserve"> -  </w:t>
      </w:r>
      <w:hyperlink r:id="rId13" w:history="1">
        <w:r w:rsidR="00A95A80" w:rsidRPr="00A95A80">
          <w:rPr>
            <w:rStyle w:val="Hyperlink"/>
            <w:rFonts w:hint="cs"/>
            <w:rtl/>
            <w:lang w:eastAsia="en-US"/>
          </w:rPr>
          <w:t xml:space="preserve">טופס דווח </w:t>
        </w:r>
        <w:r w:rsidR="00D15254">
          <w:rPr>
            <w:rStyle w:val="Hyperlink"/>
            <w:rFonts w:hint="cs"/>
            <w:rtl/>
            <w:lang w:eastAsia="en-US"/>
          </w:rPr>
          <w:t>קבלת</w:t>
        </w:r>
        <w:r w:rsidR="00A95A80" w:rsidRPr="00A95A80">
          <w:rPr>
            <w:rStyle w:val="Hyperlink"/>
            <w:rFonts w:hint="cs"/>
            <w:rtl/>
            <w:lang w:eastAsia="en-US"/>
          </w:rPr>
          <w:t xml:space="preserve"> תרומה</w:t>
        </w:r>
      </w:hyperlink>
      <w:bookmarkStart w:id="0" w:name="_GoBack"/>
      <w:bookmarkEnd w:id="0"/>
      <w:r w:rsidR="00A95A80">
        <w:rPr>
          <w:rFonts w:hint="cs"/>
          <w:rtl/>
          <w:lang w:eastAsia="en-US"/>
        </w:rPr>
        <w:t xml:space="preserve"> </w:t>
      </w:r>
    </w:p>
    <w:p w:rsidR="00A95A80" w:rsidRDefault="00A95A80" w:rsidP="00A95A80">
      <w:pPr>
        <w:pStyle w:val="a7"/>
        <w:rPr>
          <w:rtl/>
          <w:lang w:eastAsia="en-US"/>
        </w:rPr>
      </w:pPr>
    </w:p>
    <w:p w:rsidR="00A913FC" w:rsidRDefault="007C3CA1" w:rsidP="007A3BCF">
      <w:pPr>
        <w:pStyle w:val="a7"/>
        <w:spacing w:line="288" w:lineRule="auto"/>
        <w:ind w:left="283"/>
        <w:rPr>
          <w:rtl/>
          <w:lang w:eastAsia="en-US"/>
        </w:rPr>
      </w:pPr>
      <w:r>
        <w:rPr>
          <w:rFonts w:hint="cs"/>
          <w:rtl/>
          <w:lang w:eastAsia="en-US"/>
        </w:rPr>
        <w:t xml:space="preserve">הסבר על הזדהות מופיע בהנחיות </w:t>
      </w:r>
      <w:r w:rsidR="009241B0">
        <w:rPr>
          <w:rFonts w:hint="cs"/>
          <w:rtl/>
          <w:lang w:eastAsia="en-US"/>
        </w:rPr>
        <w:t xml:space="preserve">למילוי טופס </w:t>
      </w:r>
      <w:r>
        <w:rPr>
          <w:rFonts w:hint="cs"/>
          <w:rtl/>
          <w:lang w:eastAsia="en-US"/>
        </w:rPr>
        <w:t xml:space="preserve">בסעיף </w:t>
      </w:r>
      <w:r w:rsidR="007A3BCF">
        <w:rPr>
          <w:rFonts w:hint="cs"/>
          <w:rtl/>
          <w:lang w:eastAsia="en-US"/>
        </w:rPr>
        <w:t>פרטי נתרם</w:t>
      </w:r>
      <w:r>
        <w:rPr>
          <w:rFonts w:hint="cs"/>
          <w:rtl/>
          <w:lang w:eastAsia="en-US"/>
        </w:rPr>
        <w:t>.</w:t>
      </w:r>
      <w:r w:rsidR="00CC53C5">
        <w:rPr>
          <w:rFonts w:hint="cs"/>
          <w:rtl/>
          <w:lang w:eastAsia="en-US"/>
        </w:rPr>
        <w:br/>
      </w:r>
    </w:p>
    <w:p w:rsidR="00C10A7D" w:rsidRPr="00C10A7D" w:rsidRDefault="00C10A7D" w:rsidP="00BE66D6">
      <w:pPr>
        <w:spacing w:line="288" w:lineRule="auto"/>
        <w:rPr>
          <w:u w:val="single"/>
          <w:rtl/>
          <w:lang w:eastAsia="en-US"/>
        </w:rPr>
      </w:pPr>
      <w:r w:rsidRPr="00C10A7D">
        <w:rPr>
          <w:rFonts w:hint="cs"/>
          <w:u w:val="single"/>
          <w:rtl/>
          <w:lang w:eastAsia="en-US"/>
        </w:rPr>
        <w:t>הערות</w:t>
      </w:r>
    </w:p>
    <w:p w:rsidR="00C10A7D" w:rsidRDefault="00C10A7D" w:rsidP="00C10A7D">
      <w:pPr>
        <w:pStyle w:val="a7"/>
        <w:numPr>
          <w:ilvl w:val="0"/>
          <w:numId w:val="46"/>
        </w:numPr>
        <w:spacing w:line="288" w:lineRule="auto"/>
        <w:rPr>
          <w:lang w:eastAsia="en-US"/>
        </w:rPr>
      </w:pPr>
      <w:r>
        <w:rPr>
          <w:rFonts w:hint="cs"/>
          <w:rtl/>
          <w:lang w:eastAsia="en-US"/>
        </w:rPr>
        <w:t>שדה ששמו מופיע באדום הוא חובה למילוי.</w:t>
      </w:r>
    </w:p>
    <w:p w:rsidR="00C10A7D" w:rsidRPr="009241B0" w:rsidRDefault="00C10A7D" w:rsidP="00B1139D">
      <w:pPr>
        <w:pStyle w:val="a7"/>
        <w:numPr>
          <w:ilvl w:val="0"/>
          <w:numId w:val="46"/>
        </w:numPr>
        <w:spacing w:line="288" w:lineRule="auto"/>
        <w:rPr>
          <w:sz w:val="22"/>
          <w:szCs w:val="22"/>
          <w:lang w:eastAsia="en-US"/>
        </w:rPr>
      </w:pPr>
      <w:r w:rsidRPr="009241B0">
        <w:rPr>
          <w:rFonts w:hint="cs"/>
          <w:rtl/>
          <w:lang w:eastAsia="en-US"/>
        </w:rPr>
        <w:t>פרטי איש קשר</w:t>
      </w:r>
      <w:r w:rsidR="00032E75" w:rsidRPr="009241B0">
        <w:rPr>
          <w:rFonts w:hint="cs"/>
          <w:rtl/>
          <w:lang w:eastAsia="en-US"/>
        </w:rPr>
        <w:t xml:space="preserve"> של המוסד </w:t>
      </w:r>
      <w:r w:rsidR="00032E75" w:rsidRPr="00D15254">
        <w:rPr>
          <w:rFonts w:hint="cs"/>
          <w:b/>
          <w:bCs/>
          <w:u w:val="single"/>
          <w:rtl/>
          <w:lang w:eastAsia="en-US"/>
        </w:rPr>
        <w:t>ה</w:t>
      </w:r>
      <w:r w:rsidR="00B1139D" w:rsidRPr="00D15254">
        <w:rPr>
          <w:rFonts w:hint="cs"/>
          <w:b/>
          <w:bCs/>
          <w:u w:val="single"/>
          <w:rtl/>
          <w:lang w:eastAsia="en-US"/>
        </w:rPr>
        <w:t>נת</w:t>
      </w:r>
      <w:r w:rsidR="00032E75" w:rsidRPr="00D15254">
        <w:rPr>
          <w:rFonts w:hint="cs"/>
          <w:b/>
          <w:bCs/>
          <w:u w:val="single"/>
          <w:rtl/>
          <w:lang w:eastAsia="en-US"/>
        </w:rPr>
        <w:t>רם</w:t>
      </w:r>
      <w:r w:rsidRPr="009241B0">
        <w:rPr>
          <w:rFonts w:hint="cs"/>
          <w:rtl/>
          <w:lang w:eastAsia="en-US"/>
        </w:rPr>
        <w:t>, טלפון ודוא"ל לבירורים ניתן למלא בשורה אחת בלבד, אין צורך לחזור על כך בכל השורות</w:t>
      </w:r>
      <w:r w:rsidRPr="009241B0">
        <w:rPr>
          <w:rFonts w:hint="cs"/>
          <w:sz w:val="22"/>
          <w:szCs w:val="22"/>
          <w:rtl/>
          <w:lang w:eastAsia="en-US"/>
        </w:rPr>
        <w:t>.</w:t>
      </w:r>
    </w:p>
    <w:p w:rsidR="00C10A7D" w:rsidRDefault="00C10A7D" w:rsidP="007A3BCF">
      <w:pPr>
        <w:pStyle w:val="a7"/>
        <w:numPr>
          <w:ilvl w:val="0"/>
          <w:numId w:val="46"/>
        </w:numPr>
        <w:spacing w:line="288" w:lineRule="auto"/>
        <w:rPr>
          <w:lang w:eastAsia="en-US"/>
        </w:rPr>
      </w:pPr>
      <w:r w:rsidRPr="00C10A7D">
        <w:rPr>
          <w:rFonts w:hint="cs"/>
          <w:rtl/>
          <w:lang w:eastAsia="en-US"/>
        </w:rPr>
        <w:t>שימו לב!</w:t>
      </w:r>
      <w:r>
        <w:rPr>
          <w:rtl/>
          <w:lang w:eastAsia="en-US"/>
        </w:rPr>
        <w:br/>
      </w:r>
      <w:r w:rsidR="00BE66D6" w:rsidRPr="00A95A80">
        <w:rPr>
          <w:rFonts w:hint="cs"/>
          <w:b/>
          <w:bCs/>
          <w:u w:val="single"/>
          <w:rtl/>
          <w:lang w:eastAsia="en-US"/>
        </w:rPr>
        <w:t>אין למחוק</w:t>
      </w:r>
      <w:r w:rsidR="00BE66D6" w:rsidRPr="00A95A80">
        <w:rPr>
          <w:rFonts w:hint="cs"/>
          <w:rtl/>
          <w:lang w:eastAsia="en-US"/>
        </w:rPr>
        <w:t xml:space="preserve"> </w:t>
      </w:r>
      <w:r w:rsidR="00BE66D6">
        <w:rPr>
          <w:rFonts w:hint="cs"/>
          <w:rtl/>
          <w:lang w:eastAsia="en-US"/>
        </w:rPr>
        <w:t xml:space="preserve">את </w:t>
      </w:r>
      <w:r w:rsidR="007A3BCF">
        <w:rPr>
          <w:rFonts w:hint="cs"/>
          <w:rtl/>
          <w:lang w:eastAsia="en-US"/>
        </w:rPr>
        <w:t>3</w:t>
      </w:r>
      <w:r w:rsidR="00BE66D6">
        <w:rPr>
          <w:rFonts w:hint="cs"/>
          <w:rtl/>
          <w:lang w:eastAsia="en-US"/>
        </w:rPr>
        <w:t xml:space="preserve"> השורות הראשונות בקובץ</w:t>
      </w:r>
      <w:r w:rsidR="00C305C5">
        <w:rPr>
          <w:rFonts w:hint="cs"/>
          <w:rtl/>
          <w:lang w:eastAsia="en-US"/>
        </w:rPr>
        <w:t xml:space="preserve"> </w:t>
      </w:r>
      <w:r w:rsidR="00C305C5" w:rsidRPr="00A95A80">
        <w:rPr>
          <w:rFonts w:hint="cs"/>
          <w:rtl/>
          <w:lang w:eastAsia="en-US"/>
        </w:rPr>
        <w:t>(כותרות)</w:t>
      </w:r>
      <w:r w:rsidR="00BE66D6" w:rsidRPr="00A95A80">
        <w:rPr>
          <w:rFonts w:hint="cs"/>
          <w:rtl/>
          <w:lang w:eastAsia="en-US"/>
        </w:rPr>
        <w:t xml:space="preserve">, </w:t>
      </w:r>
      <w:r w:rsidR="00BE66D6" w:rsidRPr="00A95A80">
        <w:rPr>
          <w:rFonts w:hint="cs"/>
          <w:b/>
          <w:bCs/>
          <w:u w:val="single"/>
          <w:rtl/>
          <w:lang w:eastAsia="en-US"/>
        </w:rPr>
        <w:t>ואין להשמיט</w:t>
      </w:r>
      <w:r w:rsidR="00BE66D6" w:rsidRPr="00A95A80">
        <w:rPr>
          <w:rFonts w:hint="cs"/>
          <w:rtl/>
          <w:lang w:eastAsia="en-US"/>
        </w:rPr>
        <w:t xml:space="preserve"> </w:t>
      </w:r>
      <w:r w:rsidR="00BE66D6">
        <w:rPr>
          <w:rFonts w:hint="cs"/>
          <w:rtl/>
          <w:lang w:eastAsia="en-US"/>
        </w:rPr>
        <w:t>עמודות כלשהן.</w:t>
      </w:r>
      <w:r>
        <w:rPr>
          <w:rtl/>
          <w:lang w:eastAsia="en-US"/>
        </w:rPr>
        <w:br/>
      </w:r>
      <w:r>
        <w:rPr>
          <w:rFonts w:hint="cs"/>
          <w:rtl/>
          <w:lang w:eastAsia="en-US"/>
        </w:rPr>
        <w:t xml:space="preserve">בשורות </w:t>
      </w:r>
      <w:r w:rsidR="007A3BCF">
        <w:rPr>
          <w:rFonts w:hint="cs"/>
          <w:rtl/>
          <w:lang w:eastAsia="en-US"/>
        </w:rPr>
        <w:t>4</w:t>
      </w:r>
      <w:r>
        <w:rPr>
          <w:rFonts w:hint="cs"/>
          <w:rtl/>
          <w:lang w:eastAsia="en-US"/>
        </w:rPr>
        <w:t xml:space="preserve"> ו- </w:t>
      </w:r>
      <w:r w:rsidR="007A3BCF">
        <w:rPr>
          <w:rFonts w:hint="cs"/>
          <w:rtl/>
          <w:lang w:eastAsia="en-US"/>
        </w:rPr>
        <w:t>5</w:t>
      </w:r>
      <w:r>
        <w:rPr>
          <w:rFonts w:hint="cs"/>
          <w:rtl/>
          <w:lang w:eastAsia="en-US"/>
        </w:rPr>
        <w:t xml:space="preserve"> יש דוגמאות שצריך למחוק.</w:t>
      </w:r>
    </w:p>
    <w:p w:rsidR="00DE5EF4" w:rsidRDefault="00DE5EF4" w:rsidP="007A3BCF">
      <w:pPr>
        <w:pStyle w:val="a7"/>
        <w:numPr>
          <w:ilvl w:val="0"/>
          <w:numId w:val="46"/>
        </w:numPr>
        <w:spacing w:line="288" w:lineRule="auto"/>
        <w:rPr>
          <w:lang w:eastAsia="en-US"/>
        </w:rPr>
      </w:pPr>
      <w:r>
        <w:rPr>
          <w:rFonts w:hint="cs"/>
          <w:rtl/>
          <w:lang w:eastAsia="en-US"/>
        </w:rPr>
        <w:t xml:space="preserve">אם סוג התרומה הינו: "שווה ערך" ו/או </w:t>
      </w:r>
      <w:r w:rsidR="001C7A8F">
        <w:rPr>
          <w:rFonts w:hint="cs"/>
          <w:rtl/>
          <w:lang w:eastAsia="en-US"/>
        </w:rPr>
        <w:t xml:space="preserve">יעוד התרומה הוא: "אחר" </w:t>
      </w:r>
      <w:r w:rsidR="001C7A8F">
        <w:rPr>
          <w:rtl/>
          <w:lang w:eastAsia="en-US"/>
        </w:rPr>
        <w:t>–</w:t>
      </w:r>
      <w:r w:rsidR="001C7A8F">
        <w:rPr>
          <w:rFonts w:hint="cs"/>
          <w:rtl/>
          <w:lang w:eastAsia="en-US"/>
        </w:rPr>
        <w:t xml:space="preserve"> חובה לציין פירוט בעמודה: "פירוט/תיאור יעוד התרומה".</w:t>
      </w:r>
    </w:p>
    <w:p w:rsidR="00C10A7D" w:rsidRDefault="00C10A7D" w:rsidP="00D15254">
      <w:pPr>
        <w:pStyle w:val="a7"/>
        <w:numPr>
          <w:ilvl w:val="0"/>
          <w:numId w:val="46"/>
        </w:numPr>
        <w:spacing w:line="288" w:lineRule="auto"/>
        <w:rPr>
          <w:lang w:eastAsia="en-US"/>
        </w:rPr>
      </w:pPr>
      <w:r>
        <w:rPr>
          <w:rFonts w:hint="cs"/>
          <w:rtl/>
          <w:lang w:eastAsia="en-US"/>
        </w:rPr>
        <w:t xml:space="preserve">לבירורים וקבלת סיוע טכני ניתן לפנות לדלפק התמיכה של משרד הבריאות </w:t>
      </w:r>
      <w:r>
        <w:rPr>
          <w:rtl/>
          <w:lang w:eastAsia="en-US"/>
        </w:rPr>
        <w:br/>
      </w:r>
      <w:r>
        <w:rPr>
          <w:rFonts w:hint="cs"/>
          <w:rtl/>
          <w:lang w:eastAsia="en-US"/>
        </w:rPr>
        <w:t>בטלפון 0</w:t>
      </w:r>
      <w:r w:rsidR="00D15254">
        <w:rPr>
          <w:rFonts w:hint="cs"/>
          <w:rtl/>
          <w:lang w:eastAsia="en-US"/>
        </w:rPr>
        <w:t>3</w:t>
      </w:r>
      <w:r>
        <w:rPr>
          <w:rFonts w:hint="cs"/>
          <w:rtl/>
          <w:lang w:eastAsia="en-US"/>
        </w:rPr>
        <w:t>-</w:t>
      </w:r>
      <w:r w:rsidR="00D15254">
        <w:rPr>
          <w:rFonts w:hint="cs"/>
          <w:rtl/>
          <w:lang w:eastAsia="en-US"/>
        </w:rPr>
        <w:t>6932304</w:t>
      </w:r>
      <w:r>
        <w:rPr>
          <w:rFonts w:hint="cs"/>
          <w:rtl/>
          <w:lang w:eastAsia="en-US"/>
        </w:rPr>
        <w:t xml:space="preserve"> או בדואר אלקטרוני </w:t>
      </w:r>
      <w:hyperlink r:id="rId14" w:history="1">
        <w:r w:rsidR="00D15254">
          <w:rPr>
            <w:rStyle w:val="Hyperlink"/>
            <w:lang w:eastAsia="en-US"/>
          </w:rPr>
          <w:t>shifra.bitran</w:t>
        </w:r>
        <w:r w:rsidRPr="00D422FC">
          <w:rPr>
            <w:rStyle w:val="Hyperlink"/>
            <w:lang w:eastAsia="en-US"/>
          </w:rPr>
          <w:t>@moh.health.gov.il</w:t>
        </w:r>
      </w:hyperlink>
      <w:r>
        <w:rPr>
          <w:rFonts w:hint="cs"/>
          <w:rtl/>
          <w:lang w:eastAsia="en-US"/>
        </w:rPr>
        <w:t>.</w:t>
      </w:r>
    </w:p>
    <w:p w:rsidR="00020C05" w:rsidRDefault="00020C05" w:rsidP="00020C05">
      <w:pPr>
        <w:spacing w:line="288" w:lineRule="auto"/>
        <w:ind w:left="360"/>
        <w:rPr>
          <w:rtl/>
          <w:lang w:eastAsia="en-US"/>
        </w:rPr>
      </w:pPr>
    </w:p>
    <w:p w:rsidR="00020C05" w:rsidRDefault="00020C05" w:rsidP="00020C05">
      <w:pPr>
        <w:pStyle w:val="a7"/>
        <w:spacing w:line="288" w:lineRule="auto"/>
        <w:ind w:left="283"/>
        <w:rPr>
          <w:lang w:eastAsia="en-US"/>
        </w:rPr>
      </w:pPr>
      <w:r>
        <w:rPr>
          <w:b/>
          <w:bCs/>
          <w:u w:val="single"/>
          <w:rtl/>
          <w:lang w:eastAsia="en-US"/>
        </w:rPr>
        <w:t>שימו לב! – דגשים לדיווח תורמים מיוחדים</w:t>
      </w:r>
    </w:p>
    <w:p w:rsidR="00020C05" w:rsidRDefault="00020C05" w:rsidP="00020C05">
      <w:pPr>
        <w:spacing w:line="288" w:lineRule="auto"/>
        <w:rPr>
          <w:rtl/>
          <w:lang w:eastAsia="en-US"/>
        </w:rPr>
      </w:pPr>
      <w:r>
        <w:rPr>
          <w:rtl/>
          <w:lang w:eastAsia="en-US"/>
        </w:rPr>
        <w:t xml:space="preserve">אם התורם הוא אחת מהחברות </w:t>
      </w:r>
      <w:r>
        <w:rPr>
          <w:u w:val="single"/>
          <w:rtl/>
          <w:lang w:eastAsia="en-US"/>
        </w:rPr>
        <w:t>מקבוצת טבע</w:t>
      </w:r>
      <w:r>
        <w:rPr>
          <w:rtl/>
          <w:lang w:eastAsia="en-US"/>
        </w:rPr>
        <w:t xml:space="preserve">, </w:t>
      </w:r>
      <w:r>
        <w:rPr>
          <w:rFonts w:hint="cs"/>
          <w:rtl/>
          <w:lang w:eastAsia="en-US"/>
        </w:rPr>
        <w:t xml:space="preserve">בפרטי התורם </w:t>
      </w:r>
      <w:r>
        <w:rPr>
          <w:rtl/>
          <w:lang w:eastAsia="en-US"/>
        </w:rPr>
        <w:t xml:space="preserve"> יש </w:t>
      </w:r>
      <w:r>
        <w:rPr>
          <w:rFonts w:hint="cs"/>
          <w:rtl/>
          <w:lang w:eastAsia="en-US"/>
        </w:rPr>
        <w:t>לציין</w:t>
      </w:r>
      <w:r>
        <w:rPr>
          <w:rtl/>
          <w:lang w:eastAsia="en-US"/>
        </w:rPr>
        <w:t xml:space="preserve"> את:</w:t>
      </w:r>
    </w:p>
    <w:p w:rsidR="00020C05" w:rsidRDefault="00020C05" w:rsidP="00020C05">
      <w:pPr>
        <w:spacing w:line="288" w:lineRule="auto"/>
        <w:rPr>
          <w:b/>
          <w:bCs/>
          <w:sz w:val="28"/>
          <w:szCs w:val="28"/>
          <w:u w:val="single"/>
          <w:rtl/>
          <w:lang w:eastAsia="en-US"/>
        </w:rPr>
      </w:pPr>
      <w:r>
        <w:rPr>
          <w:rtl/>
          <w:lang w:eastAsia="en-US"/>
        </w:rPr>
        <w:t xml:space="preserve"> טבע – 557410149. </w:t>
      </w:r>
    </w:p>
    <w:p w:rsidR="00020C05" w:rsidRDefault="00020C05" w:rsidP="00020C05">
      <w:pPr>
        <w:spacing w:line="288" w:lineRule="auto"/>
        <w:ind w:left="360"/>
        <w:rPr>
          <w:rtl/>
          <w:lang w:eastAsia="en-US"/>
        </w:rPr>
      </w:pPr>
    </w:p>
    <w:p w:rsidR="00BE66D6" w:rsidRDefault="00BE66D6" w:rsidP="00BE66D6">
      <w:pPr>
        <w:spacing w:line="288" w:lineRule="auto"/>
        <w:rPr>
          <w:rtl/>
          <w:lang w:eastAsia="en-US"/>
        </w:rPr>
      </w:pPr>
    </w:p>
    <w:p w:rsidR="00C305C5" w:rsidRDefault="00C305C5" w:rsidP="00BE66D6">
      <w:pPr>
        <w:spacing w:line="288" w:lineRule="auto"/>
        <w:rPr>
          <w:rtl/>
          <w:lang w:eastAsia="en-US"/>
        </w:rPr>
      </w:pPr>
    </w:p>
    <w:p w:rsidR="00C305C5" w:rsidRDefault="00C305C5" w:rsidP="00BE66D6">
      <w:pPr>
        <w:spacing w:line="288" w:lineRule="auto"/>
        <w:rPr>
          <w:rtl/>
          <w:lang w:eastAsia="en-US"/>
        </w:rPr>
      </w:pPr>
    </w:p>
    <w:p w:rsidR="00F051D5" w:rsidRDefault="00F051D5" w:rsidP="00BE66D6">
      <w:pPr>
        <w:spacing w:line="288" w:lineRule="auto"/>
        <w:rPr>
          <w:rtl/>
          <w:lang w:eastAsia="en-US"/>
        </w:rPr>
      </w:pPr>
    </w:p>
    <w:p w:rsidR="00BE66D6" w:rsidRPr="00C10A7D" w:rsidRDefault="00BE66D6" w:rsidP="00BE66D6">
      <w:pPr>
        <w:spacing w:line="288" w:lineRule="auto"/>
        <w:rPr>
          <w:b/>
          <w:bCs/>
          <w:u w:val="single"/>
          <w:rtl/>
          <w:lang w:eastAsia="en-US"/>
        </w:rPr>
      </w:pPr>
      <w:r w:rsidRPr="00C10A7D">
        <w:rPr>
          <w:rFonts w:hint="cs"/>
          <w:b/>
          <w:bCs/>
          <w:u w:val="single"/>
          <w:rtl/>
          <w:lang w:eastAsia="en-US"/>
        </w:rPr>
        <w:t>שליחה</w:t>
      </w:r>
    </w:p>
    <w:p w:rsidR="00BE66D6" w:rsidRDefault="00BE66D6" w:rsidP="00C10A7D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 xml:space="preserve">את הקובץ המוכן יש לשלוח </w:t>
      </w:r>
      <w:r w:rsidR="00C10A7D">
        <w:rPr>
          <w:rFonts w:hint="cs"/>
          <w:rtl/>
          <w:lang w:eastAsia="en-US"/>
        </w:rPr>
        <w:t xml:space="preserve">לדלפק התמיכה של המשרד בכתובת לעיל, </w:t>
      </w:r>
      <w:r>
        <w:rPr>
          <w:rFonts w:hint="cs"/>
          <w:rtl/>
          <w:lang w:eastAsia="en-US"/>
        </w:rPr>
        <w:t xml:space="preserve">בצירוף </w:t>
      </w:r>
      <w:r w:rsidR="00C10A7D">
        <w:rPr>
          <w:rFonts w:hint="cs"/>
          <w:rtl/>
          <w:lang w:eastAsia="en-US"/>
        </w:rPr>
        <w:t>פרטי איש קשר (שם, טלפון ומייל) שהוא הגורם ל</w:t>
      </w:r>
      <w:r>
        <w:rPr>
          <w:rFonts w:hint="cs"/>
          <w:rtl/>
          <w:lang w:eastAsia="en-US"/>
        </w:rPr>
        <w:t>בירורים בנושא הקובץ.</w:t>
      </w:r>
    </w:p>
    <w:p w:rsidR="00BE66D6" w:rsidRDefault="00BE66D6" w:rsidP="00B1139D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 xml:space="preserve">בנושא ההודעה יש לכתוב: </w:t>
      </w:r>
      <w:r w:rsidRPr="00BE66D6">
        <w:rPr>
          <w:rFonts w:hint="cs"/>
          <w:b/>
          <w:bCs/>
          <w:rtl/>
          <w:lang w:eastAsia="en-US"/>
        </w:rPr>
        <w:t xml:space="preserve">דיווח מרוכז על </w:t>
      </w:r>
      <w:r w:rsidR="00B1139D">
        <w:rPr>
          <w:rFonts w:hint="cs"/>
          <w:b/>
          <w:bCs/>
          <w:rtl/>
          <w:lang w:eastAsia="en-US"/>
        </w:rPr>
        <w:t>קבלת</w:t>
      </w:r>
      <w:r w:rsidR="00F32745">
        <w:rPr>
          <w:rFonts w:hint="cs"/>
          <w:b/>
          <w:bCs/>
          <w:rtl/>
          <w:lang w:eastAsia="en-US"/>
        </w:rPr>
        <w:t xml:space="preserve"> </w:t>
      </w:r>
      <w:r w:rsidRPr="00BE66D6">
        <w:rPr>
          <w:rFonts w:hint="cs"/>
          <w:b/>
          <w:bCs/>
          <w:rtl/>
          <w:lang w:eastAsia="en-US"/>
        </w:rPr>
        <w:t>תרומות</w:t>
      </w:r>
      <w:r w:rsidR="00032E75">
        <w:rPr>
          <w:rFonts w:hint="cs"/>
          <w:rtl/>
          <w:lang w:eastAsia="en-US"/>
        </w:rPr>
        <w:t xml:space="preserve"> </w:t>
      </w:r>
      <w:r w:rsidR="00032E75">
        <w:rPr>
          <w:rtl/>
          <w:lang w:eastAsia="en-US"/>
        </w:rPr>
        <w:t>–</w:t>
      </w:r>
      <w:r w:rsidR="00032E75">
        <w:rPr>
          <w:rFonts w:hint="cs"/>
          <w:rtl/>
          <w:lang w:eastAsia="en-US"/>
        </w:rPr>
        <w:t xml:space="preserve"> </w:t>
      </w:r>
      <w:r w:rsidR="00032E75" w:rsidRPr="00032E75">
        <w:rPr>
          <w:rFonts w:hint="cs"/>
          <w:b/>
          <w:bCs/>
          <w:rtl/>
          <w:lang w:eastAsia="en-US"/>
        </w:rPr>
        <w:t>[שם המוסד]</w:t>
      </w:r>
      <w:r w:rsidR="00F32745" w:rsidRPr="00032E75">
        <w:rPr>
          <w:rFonts w:hint="cs"/>
          <w:b/>
          <w:bCs/>
          <w:rtl/>
          <w:lang w:eastAsia="en-US"/>
        </w:rPr>
        <w:t>.</w:t>
      </w:r>
    </w:p>
    <w:p w:rsidR="00C10A7D" w:rsidRDefault="00C10A7D" w:rsidP="005041E5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>תשלח הודעת אישור מהמשרד על קבלת הקובץ והעברתו לטיפול.</w:t>
      </w:r>
    </w:p>
    <w:p w:rsidR="005041E5" w:rsidRPr="00C305C5" w:rsidRDefault="005041E5" w:rsidP="00A95A80">
      <w:pPr>
        <w:spacing w:line="288" w:lineRule="auto"/>
        <w:rPr>
          <w:strike/>
          <w:color w:val="FF0000"/>
          <w:rtl/>
          <w:lang w:eastAsia="en-US"/>
        </w:rPr>
      </w:pPr>
      <w:r>
        <w:rPr>
          <w:rFonts w:hint="cs"/>
          <w:rtl/>
          <w:lang w:eastAsia="en-US"/>
        </w:rPr>
        <w:t>אם הקובץ לא יתאים במלואו לדרישות, יחז</w:t>
      </w:r>
      <w:r w:rsidR="00C305C5">
        <w:rPr>
          <w:rFonts w:hint="cs"/>
          <w:color w:val="FF0000"/>
          <w:rtl/>
          <w:lang w:eastAsia="en-US"/>
        </w:rPr>
        <w:t>י</w:t>
      </w:r>
      <w:r>
        <w:rPr>
          <w:rFonts w:hint="cs"/>
          <w:rtl/>
          <w:lang w:eastAsia="en-US"/>
        </w:rPr>
        <w:t xml:space="preserve">ר נציג המשרד </w:t>
      </w:r>
      <w:r w:rsidRPr="00A95A80">
        <w:rPr>
          <w:rFonts w:hint="cs"/>
          <w:rtl/>
          <w:lang w:eastAsia="en-US"/>
        </w:rPr>
        <w:t xml:space="preserve">לשולח </w:t>
      </w:r>
      <w:r w:rsidR="00C305C5" w:rsidRPr="00A95A80">
        <w:rPr>
          <w:rFonts w:hint="cs"/>
          <w:rtl/>
          <w:lang w:eastAsia="en-US"/>
        </w:rPr>
        <w:t xml:space="preserve">את </w:t>
      </w:r>
      <w:r w:rsidRPr="00A95A80">
        <w:rPr>
          <w:rFonts w:hint="cs"/>
          <w:rtl/>
          <w:lang w:eastAsia="en-US"/>
        </w:rPr>
        <w:t>הקובץ</w:t>
      </w:r>
      <w:r w:rsidR="00C305C5" w:rsidRPr="00A95A80">
        <w:rPr>
          <w:rFonts w:hint="cs"/>
          <w:rtl/>
          <w:lang w:eastAsia="en-US"/>
        </w:rPr>
        <w:t xml:space="preserve"> לתיקון</w:t>
      </w:r>
      <w:r w:rsidR="00A95A80">
        <w:rPr>
          <w:rFonts w:hint="cs"/>
          <w:rtl/>
          <w:lang w:eastAsia="en-US"/>
        </w:rPr>
        <w:t>.</w:t>
      </w:r>
    </w:p>
    <w:p w:rsidR="00BE66D6" w:rsidRDefault="00BE66D6" w:rsidP="00BE66D6">
      <w:pPr>
        <w:spacing w:line="288" w:lineRule="auto"/>
        <w:rPr>
          <w:rtl/>
          <w:lang w:eastAsia="en-US"/>
        </w:rPr>
      </w:pPr>
    </w:p>
    <w:p w:rsidR="00BE66D6" w:rsidRPr="00BE66D6" w:rsidRDefault="00BE66D6" w:rsidP="00BE66D6">
      <w:pPr>
        <w:spacing w:line="288" w:lineRule="auto"/>
        <w:rPr>
          <w:u w:val="single"/>
          <w:rtl/>
          <w:lang w:eastAsia="en-US"/>
        </w:rPr>
      </w:pPr>
      <w:r w:rsidRPr="00C10A7D">
        <w:rPr>
          <w:rFonts w:hint="cs"/>
          <w:b/>
          <w:bCs/>
          <w:u w:val="single"/>
          <w:rtl/>
          <w:lang w:eastAsia="en-US"/>
        </w:rPr>
        <w:t>משוב לאחר טעינת הקובץ</w:t>
      </w:r>
    </w:p>
    <w:p w:rsidR="00BE66D6" w:rsidRDefault="00C10A7D" w:rsidP="00BE66D6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>נציג המשרד</w:t>
      </w:r>
      <w:r w:rsidR="005041E5">
        <w:rPr>
          <w:rFonts w:hint="cs"/>
          <w:rtl/>
          <w:lang w:eastAsia="en-US"/>
        </w:rPr>
        <w:t xml:space="preserve"> ישלח</w:t>
      </w:r>
      <w:r w:rsidR="00BE66D6">
        <w:rPr>
          <w:rFonts w:hint="cs"/>
          <w:rtl/>
          <w:lang w:eastAsia="en-US"/>
        </w:rPr>
        <w:t xml:space="preserve"> חזרה אישור להצלחת הקליטה, וחיווי לגבי הנתונים שנקלטו בהצלחה, והנתונים שלא נקלטו.</w:t>
      </w:r>
    </w:p>
    <w:p w:rsidR="00BE66D6" w:rsidRDefault="00BE66D6" w:rsidP="00BE66D6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 xml:space="preserve">שורות חריגות </w:t>
      </w:r>
      <w:r w:rsidR="005041E5">
        <w:rPr>
          <w:rFonts w:hint="cs"/>
          <w:rtl/>
          <w:lang w:eastAsia="en-US"/>
        </w:rPr>
        <w:t>בקובץ שלא ייקלטו</w:t>
      </w:r>
      <w:r>
        <w:rPr>
          <w:rFonts w:hint="cs"/>
          <w:rtl/>
          <w:lang w:eastAsia="en-US"/>
        </w:rPr>
        <w:t xml:space="preserve"> מסיבה כלשהי, יסומנו על הקובץ בצבע בולט, ויישלחו חזרה לגורם המדווח לצורך הזנה ידנית.</w:t>
      </w:r>
    </w:p>
    <w:p w:rsidR="007F6EDC" w:rsidRDefault="007F6EDC" w:rsidP="00031706">
      <w:pPr>
        <w:bidi w:val="0"/>
        <w:spacing w:line="288" w:lineRule="auto"/>
        <w:jc w:val="right"/>
        <w:rPr>
          <w:lang w:eastAsia="en-US"/>
        </w:rPr>
      </w:pPr>
    </w:p>
    <w:p w:rsidR="00830D86" w:rsidRDefault="00830D86" w:rsidP="007F6EDC">
      <w:pPr>
        <w:bidi w:val="0"/>
        <w:jc w:val="right"/>
        <w:rPr>
          <w:lang w:eastAsia="en-US"/>
        </w:rPr>
      </w:pPr>
    </w:p>
    <w:p w:rsidR="00830D86" w:rsidRDefault="00830D86" w:rsidP="0011407E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 xml:space="preserve">לדיווח על תקלות, בקשת סיוע טכני </w:t>
      </w:r>
      <w:r w:rsidR="0011407E">
        <w:rPr>
          <w:rFonts w:hint="cs"/>
          <w:rtl/>
          <w:lang w:eastAsia="en-US"/>
        </w:rPr>
        <w:t>ניתן לפנות</w:t>
      </w:r>
      <w:r>
        <w:rPr>
          <w:rFonts w:hint="cs"/>
          <w:rtl/>
          <w:lang w:eastAsia="en-US"/>
        </w:rPr>
        <w:t xml:space="preserve"> לדלפק התמיכה של משרד הבריאות:</w:t>
      </w:r>
    </w:p>
    <w:p w:rsidR="007F6EDC" w:rsidRDefault="00830D86" w:rsidP="00D15254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lastRenderedPageBreak/>
        <w:t>טלפון 0</w:t>
      </w:r>
      <w:r w:rsidR="00D15254">
        <w:rPr>
          <w:rFonts w:hint="cs"/>
          <w:rtl/>
          <w:lang w:eastAsia="en-US"/>
        </w:rPr>
        <w:t>3</w:t>
      </w:r>
      <w:r>
        <w:rPr>
          <w:rFonts w:hint="cs"/>
          <w:rtl/>
          <w:lang w:eastAsia="en-US"/>
        </w:rPr>
        <w:t>-</w:t>
      </w:r>
      <w:r w:rsidR="00D15254">
        <w:rPr>
          <w:rFonts w:hint="cs"/>
          <w:rtl/>
          <w:lang w:eastAsia="en-US"/>
        </w:rPr>
        <w:t>6932304</w:t>
      </w:r>
      <w:r>
        <w:rPr>
          <w:rFonts w:hint="cs"/>
          <w:rtl/>
          <w:lang w:eastAsia="en-US"/>
        </w:rPr>
        <w:t xml:space="preserve">, דואר אלקטרוני -  </w:t>
      </w:r>
      <w:hyperlink r:id="rId15" w:history="1">
        <w:r w:rsidR="00D15254" w:rsidRPr="0091580D">
          <w:rPr>
            <w:rStyle w:val="Hyperlink"/>
            <w:lang w:eastAsia="en-US"/>
          </w:rPr>
          <w:t>shifra.bitran@moh.health.gov.il</w:t>
        </w:r>
      </w:hyperlink>
    </w:p>
    <w:p w:rsidR="00830D86" w:rsidRDefault="00830D86" w:rsidP="0011407E">
      <w:pPr>
        <w:spacing w:line="288" w:lineRule="auto"/>
        <w:rPr>
          <w:lang w:eastAsia="en-US"/>
        </w:rPr>
      </w:pPr>
    </w:p>
    <w:sectPr w:rsidR="00830D86" w:rsidSect="0040235D">
      <w:headerReference w:type="default" r:id="rId16"/>
      <w:footerReference w:type="default" r:id="rId17"/>
      <w:endnotePr>
        <w:numFmt w:val="lowerLetter"/>
      </w:endnotePr>
      <w:pgSz w:w="11907" w:h="16840" w:code="9"/>
      <w:pgMar w:top="1440" w:right="1559" w:bottom="1440" w:left="1560" w:header="720" w:footer="720" w:gutter="0"/>
      <w:cols w:space="720"/>
      <w:bidi/>
      <w:rtlGutter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EF4" w:rsidRDefault="00DE5EF4">
      <w:r>
        <w:separator/>
      </w:r>
    </w:p>
  </w:endnote>
  <w:endnote w:type="continuationSeparator" w:id="0">
    <w:p w:rsidR="00DE5EF4" w:rsidRDefault="00DE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EF4" w:rsidRDefault="00DE5EF4">
    <w:pPr>
      <w:pStyle w:val="a4"/>
      <w:jc w:val="center"/>
      <w:rPr>
        <w:szCs w:val="24"/>
        <w:rtl/>
        <w:lang w:eastAsia="en-US"/>
      </w:rPr>
    </w:pPr>
    <w:r>
      <w:rPr>
        <w:rFonts w:cs="Miriam"/>
        <w:noProof/>
        <w:rtl/>
        <w:lang w:eastAsia="en-US"/>
      </w:rPr>
      <mc:AlternateContent>
        <mc:Choice Requires="wps">
          <w:drawing>
            <wp:anchor distT="4294967295" distB="4294967295" distL="114300" distR="114300" simplePos="0" relativeHeight="251657728" behindDoc="0" locked="0" layoutInCell="0" allowOverlap="1">
              <wp:simplePos x="0" y="0"/>
              <wp:positionH relativeFrom="page">
                <wp:posOffset>1280160</wp:posOffset>
              </wp:positionH>
              <wp:positionV relativeFrom="paragraph">
                <wp:posOffset>48259</wp:posOffset>
              </wp:positionV>
              <wp:extent cx="5029200" cy="0"/>
              <wp:effectExtent l="0" t="0" r="1905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EA6093" id="Line 1" o:spid="_x0000_s1026" style="position:absolute;left:0;text-align:left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100.8pt,3.8pt" to="496.8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yKBEgIAACg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" o:allowincell="f">
              <w10:wrap anchorx="page"/>
            </v:line>
          </w:pict>
        </mc:Fallback>
      </mc:AlternateContent>
    </w:r>
  </w:p>
  <w:p w:rsidR="00DE5EF4" w:rsidRPr="00E9123A" w:rsidRDefault="00DE5EF4" w:rsidP="00E9123A">
    <w:pPr>
      <w:pStyle w:val="a4"/>
      <w:jc w:val="center"/>
      <w:rPr>
        <w:color w:val="1F497D" w:themeColor="text2"/>
        <w:sz w:val="20"/>
        <w:szCs w:val="22"/>
        <w:rtl/>
        <w:lang w:eastAsia="en-US"/>
      </w:rPr>
    </w:pPr>
    <w:r w:rsidRPr="00E9123A">
      <w:rPr>
        <w:rStyle w:val="citystreet"/>
        <w:color w:val="1F497D" w:themeColor="text2"/>
        <w:rtl/>
      </w:rPr>
      <w:t>רחוב ירמיהו 39, ירושלים</w:t>
    </w:r>
    <w:r w:rsidRPr="00E9123A">
      <w:rPr>
        <w:rStyle w:val="citystreet"/>
        <w:color w:val="1F497D" w:themeColor="text2"/>
      </w:rPr>
      <w:t xml:space="preserve"> </w:t>
    </w:r>
    <w:r w:rsidRPr="00E9123A">
      <w:rPr>
        <w:rStyle w:val="citystreet"/>
        <w:color w:val="1F497D" w:themeColor="text2"/>
        <w:rtl/>
      </w:rPr>
      <w:t>מיקוד: 9446724</w:t>
    </w:r>
    <w:r w:rsidRPr="00E9123A">
      <w:rPr>
        <w:color w:val="1F497D" w:themeColor="text2"/>
        <w:sz w:val="20"/>
        <w:szCs w:val="22"/>
        <w:rtl/>
        <w:lang w:eastAsia="en-US"/>
      </w:rPr>
      <w:t xml:space="preserve">. טל: </w:t>
    </w:r>
    <w:r w:rsidRPr="00E9123A">
      <w:rPr>
        <w:rFonts w:hint="cs"/>
        <w:color w:val="1F497D" w:themeColor="text2"/>
        <w:sz w:val="20"/>
        <w:szCs w:val="22"/>
        <w:rtl/>
        <w:lang w:eastAsia="en-US"/>
      </w:rPr>
      <w:t>02-5081000</w:t>
    </w:r>
  </w:p>
  <w:p w:rsidR="00DE5EF4" w:rsidRPr="00E9123A" w:rsidRDefault="00DE5EF4">
    <w:pPr>
      <w:pStyle w:val="a4"/>
      <w:jc w:val="center"/>
      <w:rPr>
        <w:color w:val="1F497D" w:themeColor="text2"/>
        <w:sz w:val="20"/>
        <w:szCs w:val="22"/>
        <w:rtl/>
        <w:lang w:eastAsia="en-US"/>
      </w:rPr>
    </w:pPr>
    <w:r w:rsidRPr="00E9123A">
      <w:rPr>
        <w:rStyle w:val="a5"/>
        <w:rFonts w:hint="cs"/>
        <w:color w:val="1F497D" w:themeColor="text2"/>
        <w:rtl/>
      </w:rPr>
      <w:t xml:space="preserve">- </w:t>
    </w:r>
    <w:r w:rsidRPr="00E9123A">
      <w:rPr>
        <w:rStyle w:val="a5"/>
        <w:color w:val="1F497D" w:themeColor="text2"/>
      </w:rPr>
      <w:fldChar w:fldCharType="begin"/>
    </w:r>
    <w:r w:rsidRPr="00E9123A">
      <w:rPr>
        <w:rStyle w:val="a5"/>
        <w:color w:val="1F497D" w:themeColor="text2"/>
      </w:rPr>
      <w:instrText xml:space="preserve"> PAGE </w:instrText>
    </w:r>
    <w:r w:rsidRPr="00E9123A">
      <w:rPr>
        <w:rStyle w:val="a5"/>
        <w:color w:val="1F497D" w:themeColor="text2"/>
      </w:rPr>
      <w:fldChar w:fldCharType="separate"/>
    </w:r>
    <w:r w:rsidR="0082074D">
      <w:rPr>
        <w:rStyle w:val="a5"/>
        <w:noProof/>
        <w:color w:val="1F497D" w:themeColor="text2"/>
        <w:rtl/>
      </w:rPr>
      <w:t>2</w:t>
    </w:r>
    <w:r w:rsidRPr="00E9123A">
      <w:rPr>
        <w:rStyle w:val="a5"/>
        <w:color w:val="1F497D" w:themeColor="text2"/>
      </w:rPr>
      <w:fldChar w:fldCharType="end"/>
    </w:r>
    <w:r w:rsidRPr="00E9123A">
      <w:rPr>
        <w:rStyle w:val="a5"/>
        <w:rFonts w:hint="cs"/>
        <w:color w:val="1F497D" w:themeColor="text2"/>
        <w:rtl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EF4" w:rsidRDefault="00DE5EF4">
      <w:r>
        <w:separator/>
      </w:r>
    </w:p>
  </w:footnote>
  <w:footnote w:type="continuationSeparator" w:id="0">
    <w:p w:rsidR="00DE5EF4" w:rsidRDefault="00DE5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EF4" w:rsidRDefault="00DE5EF4" w:rsidP="00E9123A">
    <w:pPr>
      <w:pStyle w:val="a3"/>
      <w:tabs>
        <w:tab w:val="left" w:pos="6963"/>
      </w:tabs>
      <w:rPr>
        <w:b/>
        <w:bCs/>
        <w:sz w:val="20"/>
        <w:lang w:eastAsia="en-US"/>
      </w:rPr>
    </w:pPr>
    <w:r>
      <w:rPr>
        <w:rFonts w:ascii="Calibri" w:hAnsi="Calibri" w:cs="Calibri"/>
        <w:noProof/>
        <w:sz w:val="22"/>
        <w:szCs w:val="22"/>
        <w:lang w:eastAsia="en-U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-3987</wp:posOffset>
          </wp:positionH>
          <wp:positionV relativeFrom="paragraph">
            <wp:posOffset>-233916</wp:posOffset>
          </wp:positionV>
          <wp:extent cx="5584307" cy="2158409"/>
          <wp:effectExtent l="19050" t="0" r="0" b="0"/>
          <wp:wrapNone/>
          <wp:docPr id="3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56680"/>
                  <a:stretch>
                    <a:fillRect/>
                  </a:stretch>
                </pic:blipFill>
                <pic:spPr bwMode="auto">
                  <a:xfrm>
                    <a:off x="0" y="0"/>
                    <a:ext cx="5584307" cy="21584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alibri" w:hAnsi="Calibri" w:cs="Calibri"/>
        <w:noProof/>
        <w:sz w:val="22"/>
        <w:szCs w:val="22"/>
        <w:lang w:eastAsia="en-US"/>
      </w:rPr>
      <w:drawing>
        <wp:inline distT="0" distB="0" distL="0" distR="0">
          <wp:extent cx="1433540" cy="616688"/>
          <wp:effectExtent l="1905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611" cy="6166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E5EF4" w:rsidRPr="00E9123A" w:rsidRDefault="00DE5EF4" w:rsidP="00E9123A">
    <w:pPr>
      <w:pStyle w:val="a3"/>
      <w:tabs>
        <w:tab w:val="left" w:pos="6963"/>
      </w:tabs>
      <w:rPr>
        <w:b/>
        <w:bCs/>
        <w:color w:val="1F497D" w:themeColor="text2"/>
        <w:sz w:val="20"/>
        <w:rtl/>
        <w:lang w:eastAsia="en-US"/>
      </w:rPr>
    </w:pPr>
    <w:r w:rsidRPr="00E9123A">
      <w:rPr>
        <w:b/>
        <w:bCs/>
        <w:color w:val="1F497D" w:themeColor="text2"/>
        <w:sz w:val="20"/>
        <w:rtl/>
        <w:lang w:eastAsia="en-US"/>
      </w:rPr>
      <w:t xml:space="preserve">אגף לשירותי מידע ומחשוב                                                 </w:t>
    </w:r>
    <w:r w:rsidRPr="00E9123A">
      <w:rPr>
        <w:rFonts w:hint="cs"/>
        <w:b/>
        <w:bCs/>
        <w:color w:val="1F497D" w:themeColor="text2"/>
        <w:sz w:val="20"/>
        <w:rtl/>
        <w:lang w:eastAsia="en-US"/>
      </w:rPr>
      <w:t xml:space="preserve">     </w:t>
    </w:r>
    <w:r w:rsidRPr="00E9123A">
      <w:rPr>
        <w:b/>
        <w:bCs/>
        <w:color w:val="1F497D" w:themeColor="text2"/>
        <w:sz w:val="20"/>
        <w:rtl/>
        <w:lang w:eastAsia="en-US"/>
      </w:rPr>
      <w:t xml:space="preserve">  </w:t>
    </w:r>
    <w:r w:rsidRPr="00E9123A">
      <w:rPr>
        <w:rFonts w:hint="cs"/>
        <w:b/>
        <w:bCs/>
        <w:color w:val="1F497D" w:themeColor="text2"/>
        <w:sz w:val="20"/>
        <w:rtl/>
        <w:lang w:eastAsia="en-US"/>
      </w:rPr>
      <w:t xml:space="preserve">   </w:t>
    </w:r>
    <w:r w:rsidRPr="00E9123A">
      <w:rPr>
        <w:b/>
        <w:bCs/>
        <w:color w:val="1F497D" w:themeColor="text2"/>
        <w:sz w:val="20"/>
        <w:rtl/>
        <w:lang w:eastAsia="en-US"/>
      </w:rPr>
      <w:t xml:space="preserve"> </w:t>
    </w:r>
  </w:p>
  <w:p w:rsidR="00DE5EF4" w:rsidRDefault="00DE5EF4" w:rsidP="00E9123A">
    <w:pPr>
      <w:pStyle w:val="a3"/>
      <w:tabs>
        <w:tab w:val="left" w:pos="6963"/>
      </w:tabs>
      <w:ind w:left="4153" w:hanging="4153"/>
      <w:rPr>
        <w:b/>
        <w:bCs/>
        <w:sz w:val="20"/>
        <w:rtl/>
        <w:lang w:eastAsia="en-US"/>
      </w:rPr>
    </w:pPr>
    <w:r w:rsidRPr="00E9123A">
      <w:rPr>
        <w:b/>
        <w:bCs/>
        <w:color w:val="1F497D" w:themeColor="text2"/>
        <w:sz w:val="20"/>
        <w:lang w:eastAsia="en-US"/>
      </w:rPr>
      <w:t>The Division of Information Technology</w:t>
    </w:r>
  </w:p>
  <w:p w:rsidR="00DE5EF4" w:rsidRDefault="00DE5EF4" w:rsidP="00E9123A">
    <w:pPr>
      <w:pStyle w:val="a3"/>
      <w:tabs>
        <w:tab w:val="clear" w:pos="4153"/>
        <w:tab w:val="left" w:pos="6963"/>
      </w:tabs>
      <w:ind w:left="4153" w:hanging="4153"/>
      <w:jc w:val="right"/>
      <w:rPr>
        <w:b/>
        <w:bCs/>
        <w:sz w:val="20"/>
        <w:rtl/>
        <w:lang w:eastAsia="en-US"/>
      </w:rPr>
    </w:pPr>
  </w:p>
  <w:p w:rsidR="00DE5EF4" w:rsidRDefault="00DE5EF4" w:rsidP="00E9123A">
    <w:pPr>
      <w:pStyle w:val="a3"/>
      <w:tabs>
        <w:tab w:val="clear" w:pos="4153"/>
        <w:tab w:val="center" w:pos="-284"/>
        <w:tab w:val="left" w:pos="6963"/>
      </w:tabs>
      <w:ind w:left="-284" w:right="-142" w:firstLine="284"/>
      <w:rPr>
        <w:b/>
        <w:bCs/>
        <w:sz w:val="20"/>
        <w:rtl/>
        <w:lang w:eastAsia="en-US"/>
      </w:rPr>
    </w:pPr>
    <w:r>
      <w:rPr>
        <w:b/>
        <w:bCs/>
        <w:sz w:val="20"/>
        <w:lang w:eastAsia="en-US"/>
      </w:rPr>
      <w:t xml:space="preserve"> </w:t>
    </w:r>
    <w:r>
      <w:rPr>
        <w:rFonts w:hint="cs"/>
        <w:b/>
        <w:bCs/>
        <w:sz w:val="20"/>
        <w:rtl/>
        <w:lang w:eastAsia="en-US"/>
      </w:rPr>
      <w:t xml:space="preserve">                                                                                 </w:t>
    </w:r>
  </w:p>
  <w:p w:rsidR="00DE5EF4" w:rsidRDefault="00DE5EF4" w:rsidP="00032E75">
    <w:pPr>
      <w:pStyle w:val="a3"/>
      <w:tabs>
        <w:tab w:val="left" w:pos="6963"/>
      </w:tabs>
      <w:rPr>
        <w:b/>
        <w:bCs/>
        <w:sz w:val="20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243C5"/>
    <w:multiLevelType w:val="hybridMultilevel"/>
    <w:tmpl w:val="4CAA87C0"/>
    <w:lvl w:ilvl="0" w:tplc="16948EA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8530D"/>
    <w:multiLevelType w:val="hybridMultilevel"/>
    <w:tmpl w:val="B890D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21347"/>
    <w:multiLevelType w:val="hybridMultilevel"/>
    <w:tmpl w:val="8920F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E7FC5"/>
    <w:multiLevelType w:val="hybridMultilevel"/>
    <w:tmpl w:val="555404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F740E"/>
    <w:multiLevelType w:val="hybridMultilevel"/>
    <w:tmpl w:val="26FA9724"/>
    <w:lvl w:ilvl="0" w:tplc="D2A6E5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5C48A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4AF5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D223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A6A7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8E24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8B9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EC63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204B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2C5D49"/>
    <w:multiLevelType w:val="multilevel"/>
    <w:tmpl w:val="725212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864627F"/>
    <w:multiLevelType w:val="hybridMultilevel"/>
    <w:tmpl w:val="0930D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7145B80">
      <w:start w:val="1"/>
      <w:numFmt w:val="hebrew1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A5417"/>
    <w:multiLevelType w:val="hybridMultilevel"/>
    <w:tmpl w:val="8342F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DF46D0"/>
    <w:multiLevelType w:val="hybridMultilevel"/>
    <w:tmpl w:val="328EE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2028E"/>
    <w:multiLevelType w:val="hybridMultilevel"/>
    <w:tmpl w:val="6A024C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5D1043"/>
    <w:multiLevelType w:val="hybridMultilevel"/>
    <w:tmpl w:val="1FF6A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9719E"/>
    <w:multiLevelType w:val="hybridMultilevel"/>
    <w:tmpl w:val="CBDA05D0"/>
    <w:lvl w:ilvl="0" w:tplc="FD90191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08144D"/>
    <w:multiLevelType w:val="hybridMultilevel"/>
    <w:tmpl w:val="A40E4B12"/>
    <w:lvl w:ilvl="0" w:tplc="41F82A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E73E7F"/>
    <w:multiLevelType w:val="hybridMultilevel"/>
    <w:tmpl w:val="50343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5F2962"/>
    <w:multiLevelType w:val="hybridMultilevel"/>
    <w:tmpl w:val="1610DB0C"/>
    <w:lvl w:ilvl="0" w:tplc="14E88DA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172DE"/>
    <w:multiLevelType w:val="hybridMultilevel"/>
    <w:tmpl w:val="D8B2E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7D77DB"/>
    <w:multiLevelType w:val="hybridMultilevel"/>
    <w:tmpl w:val="B2D64154"/>
    <w:lvl w:ilvl="0" w:tplc="75105B9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49C1035"/>
    <w:multiLevelType w:val="hybridMultilevel"/>
    <w:tmpl w:val="EA1A7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E56E91"/>
    <w:multiLevelType w:val="hybridMultilevel"/>
    <w:tmpl w:val="ED70A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133AB1"/>
    <w:multiLevelType w:val="hybridMultilevel"/>
    <w:tmpl w:val="4E0EE976"/>
    <w:lvl w:ilvl="0" w:tplc="FA1CC980">
      <w:start w:val="1"/>
      <w:numFmt w:val="decimal"/>
      <w:lvlText w:val="%1."/>
      <w:lvlJc w:val="left"/>
      <w:pPr>
        <w:ind w:left="720" w:hanging="360"/>
      </w:pPr>
      <w:rPr>
        <w:lang w:bidi="he-IL"/>
      </w:rPr>
    </w:lvl>
    <w:lvl w:ilvl="1" w:tplc="04090013">
      <w:start w:val="1"/>
      <w:numFmt w:val="hebrew1"/>
      <w:lvlText w:val="%2."/>
      <w:lvlJc w:val="center"/>
      <w:pPr>
        <w:ind w:left="1440" w:hanging="360"/>
      </w:pPr>
      <w:rPr>
        <w:rFonts w:hint="default"/>
        <w:sz w:val="28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015046"/>
    <w:multiLevelType w:val="hybridMultilevel"/>
    <w:tmpl w:val="BF48A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FF774D"/>
    <w:multiLevelType w:val="hybridMultilevel"/>
    <w:tmpl w:val="28A252CE"/>
    <w:lvl w:ilvl="0" w:tplc="75105B9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6F1E38"/>
    <w:multiLevelType w:val="hybridMultilevel"/>
    <w:tmpl w:val="F5242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CD3825"/>
    <w:multiLevelType w:val="hybridMultilevel"/>
    <w:tmpl w:val="46687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691475"/>
    <w:multiLevelType w:val="hybridMultilevel"/>
    <w:tmpl w:val="FDD22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743EA6"/>
    <w:multiLevelType w:val="hybridMultilevel"/>
    <w:tmpl w:val="2A52E0C8"/>
    <w:lvl w:ilvl="0" w:tplc="75105B9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D2225B"/>
    <w:multiLevelType w:val="hybridMultilevel"/>
    <w:tmpl w:val="1FB23352"/>
    <w:lvl w:ilvl="0" w:tplc="6CFEA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815F03"/>
    <w:multiLevelType w:val="hybridMultilevel"/>
    <w:tmpl w:val="8B84B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3B1830"/>
    <w:multiLevelType w:val="hybridMultilevel"/>
    <w:tmpl w:val="2076C14E"/>
    <w:lvl w:ilvl="0" w:tplc="07F8EF64">
      <w:start w:val="1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B23C73"/>
    <w:multiLevelType w:val="hybridMultilevel"/>
    <w:tmpl w:val="7D328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FD0807"/>
    <w:multiLevelType w:val="hybridMultilevel"/>
    <w:tmpl w:val="504CD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51121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C865194"/>
    <w:multiLevelType w:val="hybridMultilevel"/>
    <w:tmpl w:val="F5DCBBA2"/>
    <w:lvl w:ilvl="0" w:tplc="E7E4B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583FB8"/>
    <w:multiLevelType w:val="hybridMultilevel"/>
    <w:tmpl w:val="4BD6B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CF7AEC"/>
    <w:multiLevelType w:val="hybridMultilevel"/>
    <w:tmpl w:val="60785AFC"/>
    <w:lvl w:ilvl="0" w:tplc="07F8EF64">
      <w:start w:val="1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050F97"/>
    <w:multiLevelType w:val="hybridMultilevel"/>
    <w:tmpl w:val="755CC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7D17FE"/>
    <w:multiLevelType w:val="hybridMultilevel"/>
    <w:tmpl w:val="545A8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47100F"/>
    <w:multiLevelType w:val="hybridMultilevel"/>
    <w:tmpl w:val="869ED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0B46A7"/>
    <w:multiLevelType w:val="multilevel"/>
    <w:tmpl w:val="CBB22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F3228AF"/>
    <w:multiLevelType w:val="hybridMultilevel"/>
    <w:tmpl w:val="13EE1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B11AC3"/>
    <w:multiLevelType w:val="hybridMultilevel"/>
    <w:tmpl w:val="E3023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28471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33E58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4CF6F1E"/>
    <w:multiLevelType w:val="hybridMultilevel"/>
    <w:tmpl w:val="2124A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8422B8"/>
    <w:multiLevelType w:val="hybridMultilevel"/>
    <w:tmpl w:val="4D0C3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8C720B"/>
    <w:multiLevelType w:val="hybridMultilevel"/>
    <w:tmpl w:val="C7EC34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1B5A59"/>
    <w:multiLevelType w:val="hybridMultilevel"/>
    <w:tmpl w:val="8F32F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E379B1"/>
    <w:multiLevelType w:val="hybridMultilevel"/>
    <w:tmpl w:val="A246E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11"/>
  </w:num>
  <w:num w:numId="4">
    <w:abstractNumId w:val="27"/>
  </w:num>
  <w:num w:numId="5">
    <w:abstractNumId w:val="12"/>
  </w:num>
  <w:num w:numId="6">
    <w:abstractNumId w:val="31"/>
  </w:num>
  <w:num w:numId="7">
    <w:abstractNumId w:val="30"/>
  </w:num>
  <w:num w:numId="8">
    <w:abstractNumId w:val="19"/>
  </w:num>
  <w:num w:numId="9">
    <w:abstractNumId w:val="36"/>
  </w:num>
  <w:num w:numId="10">
    <w:abstractNumId w:val="10"/>
  </w:num>
  <w:num w:numId="11">
    <w:abstractNumId w:val="38"/>
  </w:num>
  <w:num w:numId="12">
    <w:abstractNumId w:val="41"/>
  </w:num>
  <w:num w:numId="13">
    <w:abstractNumId w:val="5"/>
  </w:num>
  <w:num w:numId="14">
    <w:abstractNumId w:val="34"/>
  </w:num>
  <w:num w:numId="15">
    <w:abstractNumId w:val="28"/>
  </w:num>
  <w:num w:numId="16">
    <w:abstractNumId w:val="33"/>
  </w:num>
  <w:num w:numId="17">
    <w:abstractNumId w:val="3"/>
  </w:num>
  <w:num w:numId="18">
    <w:abstractNumId w:val="6"/>
  </w:num>
  <w:num w:numId="19">
    <w:abstractNumId w:val="29"/>
  </w:num>
  <w:num w:numId="20">
    <w:abstractNumId w:val="17"/>
  </w:num>
  <w:num w:numId="21">
    <w:abstractNumId w:val="35"/>
  </w:num>
  <w:num w:numId="22">
    <w:abstractNumId w:val="37"/>
  </w:num>
  <w:num w:numId="23">
    <w:abstractNumId w:val="26"/>
  </w:num>
  <w:num w:numId="24">
    <w:abstractNumId w:val="0"/>
  </w:num>
  <w:num w:numId="25">
    <w:abstractNumId w:val="21"/>
  </w:num>
  <w:num w:numId="26">
    <w:abstractNumId w:val="2"/>
  </w:num>
  <w:num w:numId="27">
    <w:abstractNumId w:val="25"/>
  </w:num>
  <w:num w:numId="28">
    <w:abstractNumId w:val="16"/>
  </w:num>
  <w:num w:numId="29">
    <w:abstractNumId w:val="9"/>
  </w:num>
  <w:num w:numId="30">
    <w:abstractNumId w:val="47"/>
  </w:num>
  <w:num w:numId="31">
    <w:abstractNumId w:val="18"/>
  </w:num>
  <w:num w:numId="32">
    <w:abstractNumId w:val="20"/>
  </w:num>
  <w:num w:numId="33">
    <w:abstractNumId w:val="1"/>
  </w:num>
  <w:num w:numId="34">
    <w:abstractNumId w:val="7"/>
  </w:num>
  <w:num w:numId="35">
    <w:abstractNumId w:val="45"/>
  </w:num>
  <w:num w:numId="36">
    <w:abstractNumId w:val="42"/>
  </w:num>
  <w:num w:numId="37">
    <w:abstractNumId w:val="4"/>
  </w:num>
  <w:num w:numId="38">
    <w:abstractNumId w:val="23"/>
  </w:num>
  <w:num w:numId="39">
    <w:abstractNumId w:val="40"/>
  </w:num>
  <w:num w:numId="40">
    <w:abstractNumId w:val="15"/>
  </w:num>
  <w:num w:numId="41">
    <w:abstractNumId w:val="43"/>
  </w:num>
  <w:num w:numId="42">
    <w:abstractNumId w:val="24"/>
  </w:num>
  <w:num w:numId="43">
    <w:abstractNumId w:val="39"/>
  </w:num>
  <w:num w:numId="44">
    <w:abstractNumId w:val="46"/>
  </w:num>
  <w:num w:numId="45">
    <w:abstractNumId w:val="44"/>
  </w:num>
  <w:num w:numId="46">
    <w:abstractNumId w:val="8"/>
  </w:num>
  <w:num w:numId="47">
    <w:abstractNumId w:val="32"/>
  </w:num>
  <w:num w:numId="48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72"/>
    <w:rsid w:val="0000072D"/>
    <w:rsid w:val="00011071"/>
    <w:rsid w:val="00020C05"/>
    <w:rsid w:val="000210B9"/>
    <w:rsid w:val="00023683"/>
    <w:rsid w:val="0002428D"/>
    <w:rsid w:val="000304F2"/>
    <w:rsid w:val="00030DD8"/>
    <w:rsid w:val="00031706"/>
    <w:rsid w:val="000327A8"/>
    <w:rsid w:val="00032E75"/>
    <w:rsid w:val="00033E5F"/>
    <w:rsid w:val="00033E85"/>
    <w:rsid w:val="00035ACB"/>
    <w:rsid w:val="00037E72"/>
    <w:rsid w:val="000562A0"/>
    <w:rsid w:val="00064784"/>
    <w:rsid w:val="000759A3"/>
    <w:rsid w:val="00084330"/>
    <w:rsid w:val="0008495B"/>
    <w:rsid w:val="0008560D"/>
    <w:rsid w:val="000858F6"/>
    <w:rsid w:val="00090E99"/>
    <w:rsid w:val="00092DE9"/>
    <w:rsid w:val="000935E0"/>
    <w:rsid w:val="000A4804"/>
    <w:rsid w:val="000B1795"/>
    <w:rsid w:val="000B2556"/>
    <w:rsid w:val="000B5BE1"/>
    <w:rsid w:val="000C2916"/>
    <w:rsid w:val="000C43FD"/>
    <w:rsid w:val="000D11B8"/>
    <w:rsid w:val="000D1C15"/>
    <w:rsid w:val="000E0081"/>
    <w:rsid w:val="000E534D"/>
    <w:rsid w:val="000E5E53"/>
    <w:rsid w:val="000F10A7"/>
    <w:rsid w:val="000F1D60"/>
    <w:rsid w:val="000F49A8"/>
    <w:rsid w:val="000F5C06"/>
    <w:rsid w:val="000F63DE"/>
    <w:rsid w:val="00100659"/>
    <w:rsid w:val="001038BD"/>
    <w:rsid w:val="0010477C"/>
    <w:rsid w:val="00104BD0"/>
    <w:rsid w:val="0011407E"/>
    <w:rsid w:val="00124DB6"/>
    <w:rsid w:val="0012757E"/>
    <w:rsid w:val="00134485"/>
    <w:rsid w:val="00134A64"/>
    <w:rsid w:val="00137BF2"/>
    <w:rsid w:val="00167044"/>
    <w:rsid w:val="00177A8E"/>
    <w:rsid w:val="00184B41"/>
    <w:rsid w:val="0018657B"/>
    <w:rsid w:val="0019551C"/>
    <w:rsid w:val="00195775"/>
    <w:rsid w:val="00196328"/>
    <w:rsid w:val="00196E54"/>
    <w:rsid w:val="001A1E44"/>
    <w:rsid w:val="001A2392"/>
    <w:rsid w:val="001A3D5D"/>
    <w:rsid w:val="001A56E0"/>
    <w:rsid w:val="001A676C"/>
    <w:rsid w:val="001C1400"/>
    <w:rsid w:val="001C7A8F"/>
    <w:rsid w:val="001D7F7B"/>
    <w:rsid w:val="001F631E"/>
    <w:rsid w:val="001F6AC2"/>
    <w:rsid w:val="0020057E"/>
    <w:rsid w:val="00203B0F"/>
    <w:rsid w:val="00204EB1"/>
    <w:rsid w:val="002050AB"/>
    <w:rsid w:val="0020740C"/>
    <w:rsid w:val="00213653"/>
    <w:rsid w:val="00216C51"/>
    <w:rsid w:val="00217C78"/>
    <w:rsid w:val="002230BB"/>
    <w:rsid w:val="00227FA1"/>
    <w:rsid w:val="0023233B"/>
    <w:rsid w:val="00235CC1"/>
    <w:rsid w:val="00236DA1"/>
    <w:rsid w:val="0025183C"/>
    <w:rsid w:val="00254295"/>
    <w:rsid w:val="002675B0"/>
    <w:rsid w:val="00281CF1"/>
    <w:rsid w:val="00283723"/>
    <w:rsid w:val="00283FF0"/>
    <w:rsid w:val="00291072"/>
    <w:rsid w:val="00292716"/>
    <w:rsid w:val="00294630"/>
    <w:rsid w:val="002961AA"/>
    <w:rsid w:val="00296B8C"/>
    <w:rsid w:val="002A7578"/>
    <w:rsid w:val="002D0145"/>
    <w:rsid w:val="002D12A3"/>
    <w:rsid w:val="002D3AE2"/>
    <w:rsid w:val="002E1E16"/>
    <w:rsid w:val="002E4C5D"/>
    <w:rsid w:val="002F2834"/>
    <w:rsid w:val="002F3770"/>
    <w:rsid w:val="003021A8"/>
    <w:rsid w:val="00303D4F"/>
    <w:rsid w:val="00307918"/>
    <w:rsid w:val="003164F8"/>
    <w:rsid w:val="00331BB4"/>
    <w:rsid w:val="003354F8"/>
    <w:rsid w:val="0034716D"/>
    <w:rsid w:val="003527F7"/>
    <w:rsid w:val="003542A1"/>
    <w:rsid w:val="00367C08"/>
    <w:rsid w:val="00372BF5"/>
    <w:rsid w:val="00374DD9"/>
    <w:rsid w:val="00381667"/>
    <w:rsid w:val="003851E9"/>
    <w:rsid w:val="00385FB3"/>
    <w:rsid w:val="00391657"/>
    <w:rsid w:val="003A249B"/>
    <w:rsid w:val="003A6170"/>
    <w:rsid w:val="003B6841"/>
    <w:rsid w:val="003B6C93"/>
    <w:rsid w:val="003C26EA"/>
    <w:rsid w:val="003C52B5"/>
    <w:rsid w:val="003D4649"/>
    <w:rsid w:val="003D6BB8"/>
    <w:rsid w:val="003E0F32"/>
    <w:rsid w:val="003E2A27"/>
    <w:rsid w:val="003E42BE"/>
    <w:rsid w:val="003E59E8"/>
    <w:rsid w:val="003E5D46"/>
    <w:rsid w:val="003F1B65"/>
    <w:rsid w:val="003F27EB"/>
    <w:rsid w:val="00400D22"/>
    <w:rsid w:val="0040235D"/>
    <w:rsid w:val="00406E53"/>
    <w:rsid w:val="00414FF4"/>
    <w:rsid w:val="00417D40"/>
    <w:rsid w:val="00420D1A"/>
    <w:rsid w:val="00421A19"/>
    <w:rsid w:val="00424118"/>
    <w:rsid w:val="00431801"/>
    <w:rsid w:val="0043266F"/>
    <w:rsid w:val="00435726"/>
    <w:rsid w:val="004367A3"/>
    <w:rsid w:val="00442F5E"/>
    <w:rsid w:val="00445506"/>
    <w:rsid w:val="00460236"/>
    <w:rsid w:val="00465DE1"/>
    <w:rsid w:val="00466724"/>
    <w:rsid w:val="00470F47"/>
    <w:rsid w:val="004723DA"/>
    <w:rsid w:val="00476D75"/>
    <w:rsid w:val="0049062A"/>
    <w:rsid w:val="004936F4"/>
    <w:rsid w:val="00494634"/>
    <w:rsid w:val="0049737A"/>
    <w:rsid w:val="004A709E"/>
    <w:rsid w:val="004A7857"/>
    <w:rsid w:val="004B5A2F"/>
    <w:rsid w:val="004B5B62"/>
    <w:rsid w:val="004B6800"/>
    <w:rsid w:val="004E477C"/>
    <w:rsid w:val="004E6E88"/>
    <w:rsid w:val="004F3B6D"/>
    <w:rsid w:val="005041E5"/>
    <w:rsid w:val="00506041"/>
    <w:rsid w:val="005216AE"/>
    <w:rsid w:val="0052612C"/>
    <w:rsid w:val="005344DD"/>
    <w:rsid w:val="00540F7B"/>
    <w:rsid w:val="00545B4C"/>
    <w:rsid w:val="005537DA"/>
    <w:rsid w:val="005554A9"/>
    <w:rsid w:val="005574A4"/>
    <w:rsid w:val="00560BCB"/>
    <w:rsid w:val="00567332"/>
    <w:rsid w:val="0057392F"/>
    <w:rsid w:val="00582BD2"/>
    <w:rsid w:val="00587800"/>
    <w:rsid w:val="0059354D"/>
    <w:rsid w:val="005A413E"/>
    <w:rsid w:val="005B2B42"/>
    <w:rsid w:val="005B45C5"/>
    <w:rsid w:val="005C1842"/>
    <w:rsid w:val="005C248F"/>
    <w:rsid w:val="005C5F32"/>
    <w:rsid w:val="005D6C59"/>
    <w:rsid w:val="005E4E70"/>
    <w:rsid w:val="005E6B42"/>
    <w:rsid w:val="005E7529"/>
    <w:rsid w:val="005F0B13"/>
    <w:rsid w:val="00603215"/>
    <w:rsid w:val="00606800"/>
    <w:rsid w:val="00610CE6"/>
    <w:rsid w:val="006147AF"/>
    <w:rsid w:val="006203FE"/>
    <w:rsid w:val="00622CA8"/>
    <w:rsid w:val="00624855"/>
    <w:rsid w:val="00625B81"/>
    <w:rsid w:val="00634BA3"/>
    <w:rsid w:val="0064502B"/>
    <w:rsid w:val="00680474"/>
    <w:rsid w:val="00681D20"/>
    <w:rsid w:val="0068629E"/>
    <w:rsid w:val="00687F65"/>
    <w:rsid w:val="006A3230"/>
    <w:rsid w:val="006A57E4"/>
    <w:rsid w:val="006B12D0"/>
    <w:rsid w:val="006B5BE7"/>
    <w:rsid w:val="006B7DB1"/>
    <w:rsid w:val="006C244B"/>
    <w:rsid w:val="006C6441"/>
    <w:rsid w:val="006C707C"/>
    <w:rsid w:val="006D50C9"/>
    <w:rsid w:val="006E3E90"/>
    <w:rsid w:val="006F39ED"/>
    <w:rsid w:val="00701E9B"/>
    <w:rsid w:val="00702783"/>
    <w:rsid w:val="00705CE1"/>
    <w:rsid w:val="007101A3"/>
    <w:rsid w:val="00710B8E"/>
    <w:rsid w:val="007118BE"/>
    <w:rsid w:val="00717B2C"/>
    <w:rsid w:val="0072254D"/>
    <w:rsid w:val="00725EEE"/>
    <w:rsid w:val="007267EB"/>
    <w:rsid w:val="007274DB"/>
    <w:rsid w:val="007305A6"/>
    <w:rsid w:val="00737138"/>
    <w:rsid w:val="00746443"/>
    <w:rsid w:val="00753982"/>
    <w:rsid w:val="0076323B"/>
    <w:rsid w:val="00763B5D"/>
    <w:rsid w:val="007766CB"/>
    <w:rsid w:val="007800C3"/>
    <w:rsid w:val="007835C6"/>
    <w:rsid w:val="0078525C"/>
    <w:rsid w:val="007A3739"/>
    <w:rsid w:val="007A380F"/>
    <w:rsid w:val="007A3BCF"/>
    <w:rsid w:val="007A3DC0"/>
    <w:rsid w:val="007B0819"/>
    <w:rsid w:val="007B47F1"/>
    <w:rsid w:val="007B5DB6"/>
    <w:rsid w:val="007B7E19"/>
    <w:rsid w:val="007C3CA1"/>
    <w:rsid w:val="007C5111"/>
    <w:rsid w:val="007C73A7"/>
    <w:rsid w:val="007D60A4"/>
    <w:rsid w:val="007E25DB"/>
    <w:rsid w:val="007F36BA"/>
    <w:rsid w:val="007F62B4"/>
    <w:rsid w:val="007F6EDC"/>
    <w:rsid w:val="00805D36"/>
    <w:rsid w:val="00811C54"/>
    <w:rsid w:val="008168C3"/>
    <w:rsid w:val="0082074D"/>
    <w:rsid w:val="00830D86"/>
    <w:rsid w:val="008401F3"/>
    <w:rsid w:val="00843CE5"/>
    <w:rsid w:val="00856DB3"/>
    <w:rsid w:val="00860CC9"/>
    <w:rsid w:val="0086128D"/>
    <w:rsid w:val="00877FFD"/>
    <w:rsid w:val="00886181"/>
    <w:rsid w:val="008867BE"/>
    <w:rsid w:val="00886E40"/>
    <w:rsid w:val="008A267C"/>
    <w:rsid w:val="008B49A9"/>
    <w:rsid w:val="008B72EE"/>
    <w:rsid w:val="008C2D2B"/>
    <w:rsid w:val="008C57DE"/>
    <w:rsid w:val="008C5F9D"/>
    <w:rsid w:val="008E279E"/>
    <w:rsid w:val="008E7887"/>
    <w:rsid w:val="008F30F5"/>
    <w:rsid w:val="00901A19"/>
    <w:rsid w:val="009020DF"/>
    <w:rsid w:val="009041A7"/>
    <w:rsid w:val="00907861"/>
    <w:rsid w:val="00912D84"/>
    <w:rsid w:val="009208F4"/>
    <w:rsid w:val="009241B0"/>
    <w:rsid w:val="00926340"/>
    <w:rsid w:val="00927423"/>
    <w:rsid w:val="009402FF"/>
    <w:rsid w:val="00944056"/>
    <w:rsid w:val="009449E6"/>
    <w:rsid w:val="0094534E"/>
    <w:rsid w:val="009500DE"/>
    <w:rsid w:val="00950BF9"/>
    <w:rsid w:val="00956757"/>
    <w:rsid w:val="00964671"/>
    <w:rsid w:val="0097341F"/>
    <w:rsid w:val="00980EB2"/>
    <w:rsid w:val="00985857"/>
    <w:rsid w:val="009867A0"/>
    <w:rsid w:val="00992F6C"/>
    <w:rsid w:val="009A1539"/>
    <w:rsid w:val="009A5201"/>
    <w:rsid w:val="009B0EC2"/>
    <w:rsid w:val="009B1B5A"/>
    <w:rsid w:val="009B32A8"/>
    <w:rsid w:val="009C157A"/>
    <w:rsid w:val="009D679A"/>
    <w:rsid w:val="009D7D55"/>
    <w:rsid w:val="009F08A4"/>
    <w:rsid w:val="009F2D1A"/>
    <w:rsid w:val="009F679E"/>
    <w:rsid w:val="00A03B6A"/>
    <w:rsid w:val="00A1431D"/>
    <w:rsid w:val="00A1721E"/>
    <w:rsid w:val="00A204CB"/>
    <w:rsid w:val="00A30D0D"/>
    <w:rsid w:val="00A356A2"/>
    <w:rsid w:val="00A360EC"/>
    <w:rsid w:val="00A400DF"/>
    <w:rsid w:val="00A4103F"/>
    <w:rsid w:val="00A42034"/>
    <w:rsid w:val="00A45A0A"/>
    <w:rsid w:val="00A63717"/>
    <w:rsid w:val="00A73BA5"/>
    <w:rsid w:val="00A83070"/>
    <w:rsid w:val="00A843CB"/>
    <w:rsid w:val="00A858E8"/>
    <w:rsid w:val="00A91247"/>
    <w:rsid w:val="00A913FC"/>
    <w:rsid w:val="00A932B7"/>
    <w:rsid w:val="00A95A80"/>
    <w:rsid w:val="00A9701B"/>
    <w:rsid w:val="00AA1DBD"/>
    <w:rsid w:val="00AA7F14"/>
    <w:rsid w:val="00AC24F4"/>
    <w:rsid w:val="00AC7174"/>
    <w:rsid w:val="00AD599D"/>
    <w:rsid w:val="00B106D7"/>
    <w:rsid w:val="00B1139D"/>
    <w:rsid w:val="00B20A58"/>
    <w:rsid w:val="00B2573F"/>
    <w:rsid w:val="00B263C2"/>
    <w:rsid w:val="00B3256B"/>
    <w:rsid w:val="00B33216"/>
    <w:rsid w:val="00B4134C"/>
    <w:rsid w:val="00B453C5"/>
    <w:rsid w:val="00B45700"/>
    <w:rsid w:val="00B46961"/>
    <w:rsid w:val="00B61518"/>
    <w:rsid w:val="00B6420A"/>
    <w:rsid w:val="00B657DC"/>
    <w:rsid w:val="00B80840"/>
    <w:rsid w:val="00B85FB6"/>
    <w:rsid w:val="00B90831"/>
    <w:rsid w:val="00B9415B"/>
    <w:rsid w:val="00B96B29"/>
    <w:rsid w:val="00BA402D"/>
    <w:rsid w:val="00BB24DA"/>
    <w:rsid w:val="00BB69E6"/>
    <w:rsid w:val="00BC3242"/>
    <w:rsid w:val="00BE0E33"/>
    <w:rsid w:val="00BE66D6"/>
    <w:rsid w:val="00C014FC"/>
    <w:rsid w:val="00C05B8A"/>
    <w:rsid w:val="00C10A7D"/>
    <w:rsid w:val="00C124EF"/>
    <w:rsid w:val="00C1451F"/>
    <w:rsid w:val="00C149CB"/>
    <w:rsid w:val="00C22490"/>
    <w:rsid w:val="00C303B5"/>
    <w:rsid w:val="00C305C5"/>
    <w:rsid w:val="00C30983"/>
    <w:rsid w:val="00C315BE"/>
    <w:rsid w:val="00C33162"/>
    <w:rsid w:val="00C33C00"/>
    <w:rsid w:val="00C3731B"/>
    <w:rsid w:val="00C400F0"/>
    <w:rsid w:val="00C44161"/>
    <w:rsid w:val="00C457DA"/>
    <w:rsid w:val="00C47A53"/>
    <w:rsid w:val="00C47DC7"/>
    <w:rsid w:val="00C54E53"/>
    <w:rsid w:val="00C76E97"/>
    <w:rsid w:val="00C8068B"/>
    <w:rsid w:val="00C94D8A"/>
    <w:rsid w:val="00C95F0C"/>
    <w:rsid w:val="00C9718A"/>
    <w:rsid w:val="00CA7EF5"/>
    <w:rsid w:val="00CB78E0"/>
    <w:rsid w:val="00CC3458"/>
    <w:rsid w:val="00CC52F8"/>
    <w:rsid w:val="00CC53C5"/>
    <w:rsid w:val="00CC7362"/>
    <w:rsid w:val="00CD2923"/>
    <w:rsid w:val="00CD3BB9"/>
    <w:rsid w:val="00CD5E75"/>
    <w:rsid w:val="00CE5B75"/>
    <w:rsid w:val="00CE6120"/>
    <w:rsid w:val="00CF0B98"/>
    <w:rsid w:val="00CF5AE6"/>
    <w:rsid w:val="00D03897"/>
    <w:rsid w:val="00D0603E"/>
    <w:rsid w:val="00D1030A"/>
    <w:rsid w:val="00D15254"/>
    <w:rsid w:val="00D15D54"/>
    <w:rsid w:val="00D1610C"/>
    <w:rsid w:val="00D26C3B"/>
    <w:rsid w:val="00D35C55"/>
    <w:rsid w:val="00D41F25"/>
    <w:rsid w:val="00D42BBE"/>
    <w:rsid w:val="00D42E3C"/>
    <w:rsid w:val="00D540ED"/>
    <w:rsid w:val="00D546F7"/>
    <w:rsid w:val="00D571B9"/>
    <w:rsid w:val="00D65F39"/>
    <w:rsid w:val="00D67ACA"/>
    <w:rsid w:val="00D7028E"/>
    <w:rsid w:val="00D72B09"/>
    <w:rsid w:val="00D73090"/>
    <w:rsid w:val="00D739EA"/>
    <w:rsid w:val="00D748AD"/>
    <w:rsid w:val="00D806B7"/>
    <w:rsid w:val="00D80B02"/>
    <w:rsid w:val="00D82B1C"/>
    <w:rsid w:val="00D8412C"/>
    <w:rsid w:val="00D85F93"/>
    <w:rsid w:val="00D865F7"/>
    <w:rsid w:val="00D934AF"/>
    <w:rsid w:val="00D95982"/>
    <w:rsid w:val="00DA1759"/>
    <w:rsid w:val="00DA1F72"/>
    <w:rsid w:val="00DA33CF"/>
    <w:rsid w:val="00DA4DC9"/>
    <w:rsid w:val="00DA640E"/>
    <w:rsid w:val="00DB01A3"/>
    <w:rsid w:val="00DB39CB"/>
    <w:rsid w:val="00DB77B9"/>
    <w:rsid w:val="00DC640E"/>
    <w:rsid w:val="00DD08E5"/>
    <w:rsid w:val="00DD4AA0"/>
    <w:rsid w:val="00DE4E33"/>
    <w:rsid w:val="00DE5EF4"/>
    <w:rsid w:val="00DF480A"/>
    <w:rsid w:val="00DF7988"/>
    <w:rsid w:val="00E04941"/>
    <w:rsid w:val="00E05D52"/>
    <w:rsid w:val="00E10ADD"/>
    <w:rsid w:val="00E14949"/>
    <w:rsid w:val="00E165FE"/>
    <w:rsid w:val="00E2109E"/>
    <w:rsid w:val="00E21E38"/>
    <w:rsid w:val="00E27472"/>
    <w:rsid w:val="00E2797A"/>
    <w:rsid w:val="00E53CB4"/>
    <w:rsid w:val="00E5626D"/>
    <w:rsid w:val="00E677DB"/>
    <w:rsid w:val="00E70E29"/>
    <w:rsid w:val="00E73481"/>
    <w:rsid w:val="00E7773D"/>
    <w:rsid w:val="00E8129D"/>
    <w:rsid w:val="00E82992"/>
    <w:rsid w:val="00E846AA"/>
    <w:rsid w:val="00E9123A"/>
    <w:rsid w:val="00E95AD3"/>
    <w:rsid w:val="00EA3268"/>
    <w:rsid w:val="00EA649F"/>
    <w:rsid w:val="00EB1C90"/>
    <w:rsid w:val="00EB62E9"/>
    <w:rsid w:val="00EC0F95"/>
    <w:rsid w:val="00EC2FD3"/>
    <w:rsid w:val="00EC46E9"/>
    <w:rsid w:val="00EC5274"/>
    <w:rsid w:val="00ED0E6B"/>
    <w:rsid w:val="00ED325C"/>
    <w:rsid w:val="00ED3CB1"/>
    <w:rsid w:val="00ED4F80"/>
    <w:rsid w:val="00ED69C9"/>
    <w:rsid w:val="00EE2A7A"/>
    <w:rsid w:val="00EE364B"/>
    <w:rsid w:val="00EF59C5"/>
    <w:rsid w:val="00F018BF"/>
    <w:rsid w:val="00F02899"/>
    <w:rsid w:val="00F02DA7"/>
    <w:rsid w:val="00F051D5"/>
    <w:rsid w:val="00F109B3"/>
    <w:rsid w:val="00F134A3"/>
    <w:rsid w:val="00F1727E"/>
    <w:rsid w:val="00F17867"/>
    <w:rsid w:val="00F2753A"/>
    <w:rsid w:val="00F311C6"/>
    <w:rsid w:val="00F31DB5"/>
    <w:rsid w:val="00F32745"/>
    <w:rsid w:val="00F46BB2"/>
    <w:rsid w:val="00F47209"/>
    <w:rsid w:val="00F63DB2"/>
    <w:rsid w:val="00F65291"/>
    <w:rsid w:val="00F70ED0"/>
    <w:rsid w:val="00F75863"/>
    <w:rsid w:val="00F93A8A"/>
    <w:rsid w:val="00F9764F"/>
    <w:rsid w:val="00FA744F"/>
    <w:rsid w:val="00FB2F97"/>
    <w:rsid w:val="00FB4CD3"/>
    <w:rsid w:val="00FC4ECC"/>
    <w:rsid w:val="00FC5D90"/>
    <w:rsid w:val="00FC7918"/>
    <w:rsid w:val="00FD3319"/>
    <w:rsid w:val="00FD38A7"/>
    <w:rsid w:val="00FD52CE"/>
    <w:rsid w:val="00FD7532"/>
    <w:rsid w:val="00FE3DF9"/>
    <w:rsid w:val="00FE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B86DB31D-A1CE-44F2-8489-B98889C3D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F80"/>
    <w:pPr>
      <w:bidi/>
    </w:pPr>
    <w:rPr>
      <w:rFonts w:cs="Arial"/>
      <w:sz w:val="24"/>
      <w:szCs w:val="24"/>
      <w:lang w:eastAsia="he-IL"/>
    </w:rPr>
  </w:style>
  <w:style w:type="paragraph" w:styleId="1">
    <w:name w:val="heading 1"/>
    <w:basedOn w:val="a"/>
    <w:next w:val="a"/>
    <w:qFormat/>
    <w:rsid w:val="00ED4F80"/>
    <w:pPr>
      <w:keepNext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4F80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4F80"/>
    <w:pPr>
      <w:tabs>
        <w:tab w:val="center" w:pos="4153"/>
        <w:tab w:val="right" w:pos="8306"/>
      </w:tabs>
    </w:pPr>
    <w:rPr>
      <w:szCs w:val="20"/>
    </w:rPr>
  </w:style>
  <w:style w:type="character" w:styleId="Hyperlink">
    <w:name w:val="Hyperlink"/>
    <w:basedOn w:val="a0"/>
    <w:rsid w:val="00ED4F80"/>
    <w:rPr>
      <w:color w:val="0000FF"/>
      <w:u w:val="single"/>
    </w:rPr>
  </w:style>
  <w:style w:type="character" w:styleId="FollowedHyperlink">
    <w:name w:val="FollowedHyperlink"/>
    <w:basedOn w:val="a0"/>
    <w:rsid w:val="00ED4F80"/>
    <w:rPr>
      <w:color w:val="800080"/>
      <w:u w:val="single"/>
    </w:rPr>
  </w:style>
  <w:style w:type="character" w:styleId="a5">
    <w:name w:val="page number"/>
    <w:basedOn w:val="a0"/>
    <w:rsid w:val="00ED4F80"/>
  </w:style>
  <w:style w:type="table" w:styleId="a6">
    <w:name w:val="Table Grid"/>
    <w:basedOn w:val="a1"/>
    <w:rsid w:val="00C94D8A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A3268"/>
    <w:pPr>
      <w:ind w:left="720"/>
      <w:contextualSpacing/>
    </w:pPr>
  </w:style>
  <w:style w:type="paragraph" w:styleId="a8">
    <w:name w:val="Balloon Text"/>
    <w:basedOn w:val="a"/>
    <w:link w:val="a9"/>
    <w:rsid w:val="000F10A7"/>
    <w:rPr>
      <w:rFonts w:ascii="Tahoma" w:hAnsi="Tahoma" w:cs="Tahoma"/>
      <w:sz w:val="16"/>
      <w:szCs w:val="16"/>
    </w:rPr>
  </w:style>
  <w:style w:type="character" w:customStyle="1" w:styleId="a9">
    <w:name w:val="טקסט בלונים תו"/>
    <w:basedOn w:val="a0"/>
    <w:link w:val="a8"/>
    <w:rsid w:val="000F10A7"/>
    <w:rPr>
      <w:rFonts w:ascii="Tahoma" w:hAnsi="Tahoma" w:cs="Tahoma"/>
      <w:sz w:val="16"/>
      <w:szCs w:val="16"/>
      <w:lang w:eastAsia="he-IL"/>
    </w:rPr>
  </w:style>
  <w:style w:type="character" w:styleId="aa">
    <w:name w:val="annotation reference"/>
    <w:basedOn w:val="a0"/>
    <w:rsid w:val="006E3E90"/>
    <w:rPr>
      <w:sz w:val="16"/>
      <w:szCs w:val="16"/>
    </w:rPr>
  </w:style>
  <w:style w:type="paragraph" w:styleId="ab">
    <w:name w:val="annotation text"/>
    <w:basedOn w:val="a"/>
    <w:link w:val="ac"/>
    <w:rsid w:val="006E3E90"/>
    <w:rPr>
      <w:sz w:val="20"/>
      <w:szCs w:val="20"/>
    </w:rPr>
  </w:style>
  <w:style w:type="character" w:customStyle="1" w:styleId="ac">
    <w:name w:val="טקסט הערה תו"/>
    <w:basedOn w:val="a0"/>
    <w:link w:val="ab"/>
    <w:rsid w:val="006E3E90"/>
    <w:rPr>
      <w:rFonts w:cs="Arial"/>
      <w:lang w:eastAsia="he-IL"/>
    </w:rPr>
  </w:style>
  <w:style w:type="paragraph" w:styleId="ad">
    <w:name w:val="annotation subject"/>
    <w:basedOn w:val="ab"/>
    <w:next w:val="ab"/>
    <w:link w:val="ae"/>
    <w:rsid w:val="006E3E90"/>
    <w:rPr>
      <w:b/>
      <w:bCs/>
    </w:rPr>
  </w:style>
  <w:style w:type="character" w:customStyle="1" w:styleId="ae">
    <w:name w:val="נושא הערה תו"/>
    <w:basedOn w:val="ac"/>
    <w:link w:val="ad"/>
    <w:rsid w:val="006E3E90"/>
    <w:rPr>
      <w:rFonts w:cs="Arial"/>
      <w:b/>
      <w:bCs/>
      <w:lang w:eastAsia="he-IL"/>
    </w:rPr>
  </w:style>
  <w:style w:type="paragraph" w:styleId="af">
    <w:name w:val="Revision"/>
    <w:hidden/>
    <w:uiPriority w:val="99"/>
    <w:semiHidden/>
    <w:rsid w:val="00A913FC"/>
    <w:rPr>
      <w:rFonts w:cs="Arial"/>
      <w:sz w:val="24"/>
      <w:szCs w:val="24"/>
      <w:lang w:eastAsia="he-IL"/>
    </w:rPr>
  </w:style>
  <w:style w:type="character" w:customStyle="1" w:styleId="citystreet">
    <w:name w:val="citystreet"/>
    <w:basedOn w:val="a0"/>
    <w:rsid w:val="00E9123A"/>
    <w:rPr>
      <w:rFonts w:ascii="Arial" w:hAnsi="Arial" w:cs="Arial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863017">
          <w:marLeft w:val="0"/>
          <w:marRight w:val="835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3118">
          <w:marLeft w:val="0"/>
          <w:marRight w:val="835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260">
          <w:marLeft w:val="0"/>
          <w:marRight w:val="835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7337">
          <w:marLeft w:val="0"/>
          <w:marRight w:val="835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6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moh.force.com/Donations/donReceiveDonatio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health.gov.il/UnitsOffice/HRS/shaban/Documents/2016_7.xlsx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ealth.gov.il/UnitsOffice/HRS/shaban/Documents/2016_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shifra.bitran@moh.health.gov.i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d@moh.health.gov.i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li.shapira\Application%20Data\Microsoft\Templates\&#1488;&#1490;&#1507;%20&#1502;&#1495;&#1513;&#1493;&#1489;.dot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F90170923BD4DB46B11E9473F701C6F8" ma:contentTypeVersion="1" ma:contentTypeDescription="צור מסמך חדש." ma:contentTypeScope="" ma:versionID="585d6cb218115a7af29e89c5493b0ec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7d9a4f930959049207f15a5cd620021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מתזמן תאריך התחלה" ma:internalName="PublishingStartDate">
      <xsd:simpleType>
        <xsd:restriction base="dms:Unknown"/>
      </xsd:simpleType>
    </xsd:element>
    <xsd:element name="PublishingExpirationDate" ma:index="9" nillable="true" ma:displayName="מתזמן תאריך סיום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67FB3-0E75-477D-A98A-DBBE786CCDFA}">
  <ds:schemaRefs>
    <ds:schemaRef ds:uri="http://schemas.microsoft.com/office/2006/documentManagement/types"/>
    <ds:schemaRef ds:uri="http://www.w3.org/XML/1998/namespace"/>
    <ds:schemaRef ds:uri="http://schemas.microsoft.com/sharepoint/v3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39C1870-1C69-4ECB-91C7-93C3297588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811140-8932-4DEB-A80A-7D593ABFD5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96B963-A226-4F37-A313-E594FFAA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אגף מחשוב</Template>
  <TotalTime>0</TotalTime>
  <Pages>2</Pages>
  <Words>407</Words>
  <Characters>2035</Characters>
  <Application>Microsoft Office Word</Application>
  <DocSecurity>4</DocSecurity>
  <Lines>16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משרד הבריאות</Company>
  <LinksUpToDate>false</LinksUpToDate>
  <CharactersWithSpaces>2438</CharactersWithSpaces>
  <SharedDoc>false</SharedDoc>
  <HLinks>
    <vt:vector size="12" baseType="variant">
      <vt:variant>
        <vt:i4>2883614</vt:i4>
      </vt:variant>
      <vt:variant>
        <vt:i4>3</vt:i4>
      </vt:variant>
      <vt:variant>
        <vt:i4>0</vt:i4>
      </vt:variant>
      <vt:variant>
        <vt:i4>5</vt:i4>
      </vt:variant>
      <vt:variant>
        <vt:lpwstr>mailto:Mali..Shapira@moh.health.gov.il</vt:lpwstr>
      </vt:variant>
      <vt:variant>
        <vt:lpwstr/>
      </vt:variant>
      <vt:variant>
        <vt:i4>5570633</vt:i4>
      </vt:variant>
      <vt:variant>
        <vt:i4>0</vt:i4>
      </vt:variant>
      <vt:variant>
        <vt:i4>0</vt:i4>
      </vt:variant>
      <vt:variant>
        <vt:i4>5</vt:i4>
      </vt:variant>
      <vt:variant>
        <vt:lpwstr>http://www.health.gov.il/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</dc:creator>
  <cp:lastModifiedBy>עמית ארז</cp:lastModifiedBy>
  <cp:revision>2</cp:revision>
  <cp:lastPrinted>2010-04-27T10:00:00Z</cp:lastPrinted>
  <dcterms:created xsi:type="dcterms:W3CDTF">2017-01-01T11:28:00Z</dcterms:created>
  <dcterms:modified xsi:type="dcterms:W3CDTF">2017-01-01T11:28:00Z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0x010100F90170923BD4DB46B11E9473F701C6F8</vt:lpwstr>
  </property>
</Properties>
</file>